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807" w:rsidRDefault="006A3807" w:rsidP="0048257C">
      <w:pPr>
        <w:pStyle w:val="ConsPlusNormal"/>
        <w:ind w:firstLine="0"/>
        <w:jc w:val="right"/>
        <w:outlineLvl w:val="0"/>
      </w:pPr>
      <w:r>
        <w:t>Приложение 3</w:t>
      </w:r>
    </w:p>
    <w:p w:rsidR="006A3807" w:rsidRDefault="006A3807" w:rsidP="00CC2CE5">
      <w:pPr>
        <w:pStyle w:val="ConsPlusNormal"/>
        <w:ind w:firstLine="0"/>
        <w:outlineLvl w:val="0"/>
      </w:pPr>
      <w:r>
        <w:t>Зарегистрировано в Минюсте РФ 12 октября 2011 г. N 22031</w:t>
      </w:r>
    </w:p>
    <w:p w:rsidR="006A3807" w:rsidRDefault="006A3807" w:rsidP="00CC2CE5">
      <w:pPr>
        <w:pStyle w:val="ConsPlusNonformat"/>
        <w:pBdr>
          <w:top w:val="single" w:sz="6" w:space="0" w:color="auto"/>
        </w:pBdr>
        <w:outlineLvl w:val="0"/>
        <w:rPr>
          <w:sz w:val="2"/>
          <w:szCs w:val="2"/>
        </w:rPr>
      </w:pPr>
    </w:p>
    <w:p w:rsidR="006A3807" w:rsidRDefault="006A3807" w:rsidP="00CC2CE5">
      <w:pPr>
        <w:pStyle w:val="ConsPlusNormal"/>
        <w:ind w:firstLine="0"/>
        <w:outlineLvl w:val="0"/>
      </w:pPr>
    </w:p>
    <w:p w:rsidR="006A3807" w:rsidRDefault="006A3807" w:rsidP="00CC2CE5">
      <w:pPr>
        <w:pStyle w:val="ConsPlusTitle"/>
        <w:jc w:val="center"/>
        <w:outlineLvl w:val="0"/>
      </w:pPr>
      <w:r>
        <w:t>МИНИСТЕРСТВО РОССИЙСКОЙ ФЕДЕРАЦИИ ПО ДЕЛАМ ГРАЖДАНСКОЙ</w:t>
      </w:r>
    </w:p>
    <w:p w:rsidR="006A3807" w:rsidRDefault="006A3807" w:rsidP="00CC2CE5">
      <w:pPr>
        <w:pStyle w:val="ConsPlusTitle"/>
        <w:jc w:val="center"/>
        <w:outlineLvl w:val="0"/>
      </w:pPr>
      <w:r>
        <w:t>ОБОРОНЫ, ЧРЕЗВЫЧАЙНЫМ СИТУАЦИЯМ И ЛИКВИДАЦИИ</w:t>
      </w:r>
    </w:p>
    <w:p w:rsidR="006A3807" w:rsidRDefault="006A3807" w:rsidP="00CC2CE5">
      <w:pPr>
        <w:pStyle w:val="ConsPlusTitle"/>
        <w:jc w:val="center"/>
        <w:outlineLvl w:val="0"/>
      </w:pPr>
      <w:r>
        <w:t>ПОСЛЕДСТВИЙ СТИХИЙНЫХ БЕДСТВИЙ</w:t>
      </w:r>
    </w:p>
    <w:p w:rsidR="006A3807" w:rsidRDefault="006A3807" w:rsidP="00CC2CE5">
      <w:pPr>
        <w:pStyle w:val="ConsPlusTitle"/>
        <w:jc w:val="center"/>
        <w:outlineLvl w:val="0"/>
      </w:pPr>
    </w:p>
    <w:p w:rsidR="006A3807" w:rsidRDefault="006A3807" w:rsidP="00CC2CE5">
      <w:pPr>
        <w:pStyle w:val="ConsPlusTitle"/>
        <w:jc w:val="center"/>
        <w:outlineLvl w:val="0"/>
      </w:pPr>
      <w:r>
        <w:t>ПРИКАЗ</w:t>
      </w:r>
    </w:p>
    <w:p w:rsidR="006A3807" w:rsidRDefault="006A3807" w:rsidP="00CC2CE5">
      <w:pPr>
        <w:pStyle w:val="ConsPlusTitle"/>
        <w:jc w:val="center"/>
        <w:outlineLvl w:val="0"/>
      </w:pPr>
      <w:r>
        <w:t>от 4 августа 2011 г. N 416</w:t>
      </w:r>
    </w:p>
    <w:p w:rsidR="006A3807" w:rsidRDefault="006A3807" w:rsidP="00CC2CE5">
      <w:pPr>
        <w:pStyle w:val="ConsPlusTitle"/>
        <w:jc w:val="center"/>
        <w:outlineLvl w:val="0"/>
      </w:pPr>
    </w:p>
    <w:p w:rsidR="006A3807" w:rsidRDefault="006A3807" w:rsidP="00CC2CE5">
      <w:pPr>
        <w:pStyle w:val="ConsPlusTitle"/>
        <w:jc w:val="center"/>
        <w:outlineLvl w:val="0"/>
      </w:pPr>
      <w:r>
        <w:t>ОБ УТВЕРЖДЕНИИ ПОРЯДКА</w:t>
      </w:r>
    </w:p>
    <w:p w:rsidR="006A3807" w:rsidRDefault="006A3807" w:rsidP="00CC2CE5">
      <w:pPr>
        <w:pStyle w:val="ConsPlusTitle"/>
        <w:jc w:val="center"/>
        <w:outlineLvl w:val="0"/>
      </w:pPr>
      <w:r>
        <w:t>ФОРМИРОВАНИЯ И ВЕДЕНИЯ РЕЕСТРА ОБЩЕСТВЕННЫХ ОБЪЕДИНЕНИЙ</w:t>
      </w:r>
    </w:p>
    <w:p w:rsidR="006A3807" w:rsidRDefault="006A3807" w:rsidP="00CC2CE5">
      <w:pPr>
        <w:pStyle w:val="ConsPlusTitle"/>
        <w:jc w:val="center"/>
        <w:outlineLvl w:val="0"/>
      </w:pPr>
      <w:r>
        <w:t>ПОЖАРНОЙ ОХРАНЫ И СВОДНОГО РЕЕСТРА ДОБРОВОЛЬНЫХ ПОЖАРНЫХ</w:t>
      </w:r>
    </w:p>
    <w:p w:rsidR="006A3807" w:rsidRDefault="006A3807" w:rsidP="00CC2CE5">
      <w:pPr>
        <w:pStyle w:val="ConsPlusNormal"/>
        <w:ind w:firstLine="540"/>
        <w:jc w:val="both"/>
        <w:outlineLvl w:val="0"/>
      </w:pPr>
    </w:p>
    <w:p w:rsidR="006A3807" w:rsidRDefault="006A3807" w:rsidP="00CC2CE5">
      <w:pPr>
        <w:pStyle w:val="ConsPlusNormal"/>
        <w:ind w:firstLine="540"/>
        <w:jc w:val="both"/>
        <w:outlineLvl w:val="0"/>
      </w:pPr>
      <w:r>
        <w:t xml:space="preserve">В соответствии со </w:t>
      </w:r>
      <w:hyperlink r:id="rId4" w:history="1">
        <w:r>
          <w:rPr>
            <w:color w:val="0000FF"/>
          </w:rPr>
          <w:t>статьей 13</w:t>
        </w:r>
      </w:hyperlink>
      <w:r>
        <w:t xml:space="preserve"> Федерального закона от 6 мая 2011 г. N 100-ФЗ "О добровольной пожарной охране" &lt;*&gt; приказываю:</w:t>
      </w:r>
    </w:p>
    <w:p w:rsidR="006A3807" w:rsidRDefault="006A3807" w:rsidP="00CC2CE5">
      <w:pPr>
        <w:pStyle w:val="ConsPlusNonformat"/>
        <w:ind w:firstLine="540"/>
        <w:jc w:val="both"/>
        <w:outlineLvl w:val="0"/>
      </w:pPr>
      <w:r>
        <w:t>--------------------------------</w:t>
      </w:r>
    </w:p>
    <w:p w:rsidR="006A3807" w:rsidRDefault="006A3807" w:rsidP="00CC2CE5">
      <w:pPr>
        <w:pStyle w:val="ConsPlusNormal"/>
        <w:ind w:firstLine="540"/>
        <w:jc w:val="both"/>
        <w:outlineLvl w:val="0"/>
      </w:pPr>
      <w:r>
        <w:t>&lt;*&gt; Собрание законодательства Российской Федерации, 2011, N 19, ст. 2717.</w:t>
      </w:r>
    </w:p>
    <w:p w:rsidR="006A3807" w:rsidRDefault="006A3807" w:rsidP="00CC2CE5">
      <w:pPr>
        <w:pStyle w:val="ConsPlusNormal"/>
        <w:ind w:firstLine="540"/>
        <w:jc w:val="both"/>
        <w:outlineLvl w:val="0"/>
      </w:pPr>
    </w:p>
    <w:p w:rsidR="006A3807" w:rsidRDefault="006A3807" w:rsidP="00CC2CE5">
      <w:pPr>
        <w:pStyle w:val="ConsPlusNormal"/>
        <w:ind w:firstLine="540"/>
        <w:jc w:val="both"/>
        <w:outlineLvl w:val="0"/>
      </w:pPr>
      <w:r>
        <w:t xml:space="preserve">Утвердить прилагаемый </w:t>
      </w:r>
      <w:hyperlink r:id="rId5" w:history="1">
        <w:r>
          <w:rPr>
            <w:color w:val="0000FF"/>
          </w:rPr>
          <w:t>Порядок</w:t>
        </w:r>
      </w:hyperlink>
      <w:r>
        <w:t xml:space="preserve"> формирования и ведения реестра общественных объединений пожарной охраны и сводного реестра добровольных пожарных.</w:t>
      </w:r>
    </w:p>
    <w:p w:rsidR="006A3807" w:rsidRDefault="006A3807" w:rsidP="00CC2CE5">
      <w:pPr>
        <w:pStyle w:val="ConsPlusNormal"/>
        <w:ind w:firstLine="540"/>
        <w:jc w:val="both"/>
        <w:outlineLvl w:val="0"/>
      </w:pPr>
    </w:p>
    <w:p w:rsidR="006A3807" w:rsidRDefault="006A3807" w:rsidP="00CC2CE5">
      <w:pPr>
        <w:pStyle w:val="ConsPlusNormal"/>
        <w:ind w:firstLine="0"/>
        <w:jc w:val="right"/>
        <w:outlineLvl w:val="0"/>
      </w:pPr>
      <w:r>
        <w:t>Министр</w:t>
      </w:r>
    </w:p>
    <w:p w:rsidR="006A3807" w:rsidRDefault="006A3807" w:rsidP="00CC2CE5">
      <w:pPr>
        <w:pStyle w:val="ConsPlusNormal"/>
        <w:ind w:firstLine="0"/>
        <w:jc w:val="right"/>
        <w:outlineLvl w:val="0"/>
      </w:pPr>
      <w:r>
        <w:t>С.К.ШОЙГУ</w:t>
      </w:r>
    </w:p>
    <w:p w:rsidR="006A3807" w:rsidRDefault="006A3807" w:rsidP="00CC2CE5">
      <w:pPr>
        <w:pStyle w:val="ConsPlusNormal"/>
        <w:ind w:firstLine="540"/>
        <w:jc w:val="both"/>
        <w:outlineLvl w:val="0"/>
      </w:pPr>
    </w:p>
    <w:p w:rsidR="006A3807" w:rsidRDefault="006A3807" w:rsidP="00CC2CE5">
      <w:pPr>
        <w:pStyle w:val="ConsPlusNormal"/>
        <w:ind w:firstLine="540"/>
        <w:jc w:val="both"/>
        <w:outlineLvl w:val="0"/>
      </w:pPr>
    </w:p>
    <w:p w:rsidR="006A3807" w:rsidRDefault="006A3807" w:rsidP="00CC2CE5">
      <w:pPr>
        <w:pStyle w:val="ConsPlusNormal"/>
        <w:ind w:firstLine="540"/>
        <w:jc w:val="both"/>
        <w:outlineLvl w:val="0"/>
      </w:pPr>
    </w:p>
    <w:p w:rsidR="006A3807" w:rsidRDefault="006A3807" w:rsidP="00CC2CE5">
      <w:pPr>
        <w:pStyle w:val="ConsPlusNormal"/>
        <w:ind w:firstLine="540"/>
        <w:jc w:val="both"/>
        <w:outlineLvl w:val="0"/>
      </w:pPr>
    </w:p>
    <w:p w:rsidR="006A3807" w:rsidRDefault="006A3807" w:rsidP="00CC2CE5">
      <w:pPr>
        <w:pStyle w:val="ConsPlusNormal"/>
        <w:ind w:firstLine="540"/>
        <w:jc w:val="both"/>
        <w:outlineLvl w:val="0"/>
      </w:pPr>
    </w:p>
    <w:p w:rsidR="006A3807" w:rsidRDefault="006A3807" w:rsidP="00CC2CE5">
      <w:pPr>
        <w:pStyle w:val="ConsPlusNormal"/>
        <w:ind w:firstLine="0"/>
        <w:jc w:val="right"/>
        <w:outlineLvl w:val="0"/>
      </w:pPr>
      <w:r>
        <w:t>Приложение</w:t>
      </w:r>
    </w:p>
    <w:p w:rsidR="006A3807" w:rsidRDefault="006A3807" w:rsidP="00CC2CE5">
      <w:pPr>
        <w:pStyle w:val="ConsPlusNormal"/>
        <w:ind w:firstLine="0"/>
        <w:jc w:val="right"/>
        <w:outlineLvl w:val="0"/>
      </w:pPr>
      <w:r>
        <w:t>к Приказу МЧС России</w:t>
      </w:r>
    </w:p>
    <w:p w:rsidR="006A3807" w:rsidRDefault="006A3807" w:rsidP="00CC2CE5">
      <w:pPr>
        <w:pStyle w:val="ConsPlusNormal"/>
        <w:ind w:firstLine="0"/>
        <w:jc w:val="right"/>
        <w:outlineLvl w:val="0"/>
      </w:pPr>
      <w:r>
        <w:t>от 04.08.2011 N 416</w:t>
      </w:r>
    </w:p>
    <w:p w:rsidR="006A3807" w:rsidRDefault="006A3807" w:rsidP="00CC2CE5">
      <w:pPr>
        <w:pStyle w:val="ConsPlusNormal"/>
        <w:ind w:firstLine="540"/>
        <w:jc w:val="both"/>
        <w:outlineLvl w:val="0"/>
      </w:pPr>
    </w:p>
    <w:p w:rsidR="006A3807" w:rsidRDefault="006A3807" w:rsidP="00CC2CE5">
      <w:pPr>
        <w:pStyle w:val="ConsPlusTitle"/>
        <w:jc w:val="center"/>
        <w:outlineLvl w:val="0"/>
      </w:pPr>
      <w:r>
        <w:t>ПОРЯДОК</w:t>
      </w:r>
    </w:p>
    <w:p w:rsidR="006A3807" w:rsidRDefault="006A3807" w:rsidP="00CC2CE5">
      <w:pPr>
        <w:pStyle w:val="ConsPlusTitle"/>
        <w:jc w:val="center"/>
        <w:outlineLvl w:val="0"/>
      </w:pPr>
      <w:r>
        <w:t>ФОРМИРОВАНИЯ И ВЕДЕНИЯ РЕЕСТРА ОБЩЕСТВЕННЫХ ОБЪЕДИНЕНИЙ</w:t>
      </w:r>
    </w:p>
    <w:p w:rsidR="006A3807" w:rsidRDefault="006A3807" w:rsidP="00CC2CE5">
      <w:pPr>
        <w:pStyle w:val="ConsPlusTitle"/>
        <w:jc w:val="center"/>
        <w:outlineLvl w:val="0"/>
      </w:pPr>
      <w:r>
        <w:t>ПОЖАРНОЙ ОХРАНЫ И СВОДНОГО РЕЕСТРА ДОБРОВОЛЬНЫХ ПОЖАРНЫХ</w:t>
      </w:r>
    </w:p>
    <w:p w:rsidR="006A3807" w:rsidRDefault="006A3807" w:rsidP="00CC2CE5">
      <w:pPr>
        <w:pStyle w:val="ConsPlusNormal"/>
        <w:ind w:firstLine="0"/>
        <w:jc w:val="center"/>
        <w:outlineLvl w:val="0"/>
      </w:pPr>
    </w:p>
    <w:p w:rsidR="006A3807" w:rsidRDefault="006A3807" w:rsidP="00CC2CE5">
      <w:pPr>
        <w:pStyle w:val="ConsPlusNormal"/>
        <w:ind w:firstLine="0"/>
        <w:jc w:val="center"/>
        <w:outlineLvl w:val="1"/>
      </w:pPr>
      <w:r>
        <w:t>I. Общие положения</w:t>
      </w:r>
    </w:p>
    <w:p w:rsidR="006A3807" w:rsidRDefault="006A3807" w:rsidP="00CC2CE5">
      <w:pPr>
        <w:pStyle w:val="ConsPlusNormal"/>
        <w:ind w:firstLine="0"/>
        <w:jc w:val="center"/>
        <w:outlineLvl w:val="1"/>
      </w:pP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 xml:space="preserve">1. Настоящий Порядок формирования и ведения реестра общественных объединений пожарной охраны и сводного реестра добровольных пожарных (далее - Порядок) разработан в соответствии с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6 мая 2011 г. N 100-ФЗ "О добровольной пожарной охране" и определяет правила формирования и ведения реестра общественных объединений пожарной охраны и сводного реестра добровольных пожарных.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>2. Реестр общественных объединений пожарной охраны и сводный реестр добровольных пожарных (далее - реестры) содержат зафиксированные на материальных носителях сведения об общественных объединениях пожарной охраны и добровольных пожарных.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>3. Сводный реестр добровольных пожарных и консолидированный реестр общественных объединений пожарной охраны формируются и ведутся Департаментом пожарно-спасательных сил, специальной пожарной охраны и сил гражданской обороны МЧС России (далее - ДПСС МЧС России) на основе сведений, содержащихся в реестрах добровольных пожарных и общественных объединений пожарной охраны, формируемых по федеральным округам региональными центрами по делам гражданской обороны, чрезвычайным ситуациям и ликвидации последствий стихийных бедствий.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>Реестры добровольных пожарных и общественных объединений пожарной охраны по федеральным округам формируются и ведутся региональными центрами по делам гражданской обороны, чрезвычайным ситуациям и ликвидации последствий стихийных бедствий на основе сведений, содержащихся в реестрах добровольных пожарных и общественных объединений пожарной охраны по субъектам Российской Федерации, формируемых главными управлениями МЧС России по субъектам Российской Федерации.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>4. В реестр добровольных пожарных включаются сведения о гражданах Российской Федерации, являющихся членами или участниками общественных объединений пожарной охраны и участвующих на безвозмездной основе в деятельности по профилактике и (или) тушению пожаров и проведению аварийно-спасательных работ.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>В реестр общественных объединений пожарной охраны включаются сведения о созданных в соответствии с законодательством Российской Федерации социально ориентированных общественных объединениях физических и (или) юридических лиц - общественных объединений, основной уставной целью которых является участие в осуществлении деятельности в области пожарной безопасности и проведении аварийно-спасательных работ.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 xml:space="preserve">Обработка сведений, содержащихся в реестрах, осуществляется с учетом требований, установленных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от 27 июля 2006 г. N 152-ФЗ "О персональных данных" &lt;*&gt;,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от 27 июля 2006 г. N 149-ФЗ "Об информации, информационных технологиях и о защите информации" &lt;**&gt; и другими нормативными правовыми актами, регулирующими порядок обработки информации, содержащей персональные данные и размещаемой в федеральных информационных ресурсах.</w:t>
      </w:r>
    </w:p>
    <w:p w:rsidR="006A3807" w:rsidRDefault="006A3807" w:rsidP="00CC2CE5">
      <w:pPr>
        <w:pStyle w:val="ConsPlusNonformat"/>
        <w:ind w:firstLine="540"/>
        <w:jc w:val="both"/>
        <w:outlineLvl w:val="1"/>
      </w:pPr>
      <w:r>
        <w:t>--------------------------------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>&lt;*&gt; Собрание законодательства Российской Федерации, 2006, N 31 (I ч.), ст. 3451.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>&lt;**&gt; Собрание законодательства Российской Федерации, 2006, N 31 (I ч.), ст. 3448.</w:t>
      </w:r>
    </w:p>
    <w:p w:rsidR="006A3807" w:rsidRDefault="006A3807" w:rsidP="00CC2CE5">
      <w:pPr>
        <w:pStyle w:val="ConsPlusNormal"/>
        <w:ind w:firstLine="540"/>
        <w:jc w:val="both"/>
        <w:outlineLvl w:val="1"/>
      </w:pP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>5. При формировании и ведении реестров обеспечиваются: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>контроль своевременности, полноты и достоверности представляемой информации;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>введение в реестры сведений о добровольных пожарных и общественных объединениях пожарной охраны;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>исключение из реестров сведений о добровольных пожарных и общественных объединениях пожарной охраны;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>предоставление заинтересованным лицам информации, содержащейся в реестрах.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>Формирование и ведение сводного реестра добровольных пожарных и консолидированного реестра общественных объединений пожарной охраны осуществляется на электронном носителе.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>Формирование и ведение реестров добровольных пожарных и общественных объединений пожарной охраны по федеральным округам и субъектам Российской Федерации осуществляется на бумажном и электронном носителях.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>6. Плата за регистрацию общественных объединений пожарной охраны и добровольных пожарных в реестрах не взимается.</w:t>
      </w:r>
    </w:p>
    <w:p w:rsidR="006A3807" w:rsidRDefault="006A3807" w:rsidP="00CC2CE5">
      <w:pPr>
        <w:pStyle w:val="ConsPlusNormal"/>
        <w:ind w:firstLine="540"/>
        <w:jc w:val="both"/>
        <w:outlineLvl w:val="1"/>
      </w:pPr>
    </w:p>
    <w:p w:rsidR="006A3807" w:rsidRDefault="006A3807" w:rsidP="00CC2CE5">
      <w:pPr>
        <w:pStyle w:val="ConsPlusNormal"/>
        <w:ind w:firstLine="0"/>
        <w:jc w:val="center"/>
        <w:outlineLvl w:val="1"/>
      </w:pPr>
      <w:r>
        <w:t>II. Состав сведений, вносимых в реестр</w:t>
      </w:r>
    </w:p>
    <w:p w:rsidR="006A3807" w:rsidRDefault="006A3807" w:rsidP="00CC2CE5">
      <w:pPr>
        <w:pStyle w:val="ConsPlusNormal"/>
        <w:ind w:firstLine="0"/>
        <w:jc w:val="center"/>
        <w:outlineLvl w:val="1"/>
      </w:pPr>
      <w:r>
        <w:t>общественных объединений пожарной охраны и сводный реестр</w:t>
      </w:r>
    </w:p>
    <w:p w:rsidR="006A3807" w:rsidRDefault="006A3807" w:rsidP="00CC2CE5">
      <w:pPr>
        <w:pStyle w:val="ConsPlusNormal"/>
        <w:ind w:firstLine="0"/>
        <w:jc w:val="center"/>
        <w:outlineLvl w:val="1"/>
      </w:pPr>
      <w:r>
        <w:t>добровольных пожарных</w:t>
      </w:r>
    </w:p>
    <w:p w:rsidR="006A3807" w:rsidRDefault="006A3807" w:rsidP="00CC2CE5">
      <w:pPr>
        <w:pStyle w:val="ConsPlusNormal"/>
        <w:ind w:firstLine="540"/>
        <w:jc w:val="both"/>
        <w:outlineLvl w:val="1"/>
      </w:pP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>7. Реестр общественных объединений пожарной охраны содержит следующие сведения: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>а) номер реестровой записи;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>б) дата включения в реестр сведений об общественном объединении пожарной охраны;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>в) полное наименование общественного объединения пожарной охраны с указанием его организационно-правовой формы;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>г) сокращенное (при наличии) наименование общественного объединения пожарной охраны;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>д) место нахождения постоянно действующего исполнительного органа общественного объединения пожарной охраны, а в случае отсутствия постоянно действующего исполнительного органа - иного органа или лица, имеющих право действовать от имени юридического лица без доверенности (юридический адрес);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>е) почтовый адрес (место нахождения) общественного объединения пожарной охраны (почтовый индекс, наименование субъекта Российской Федерации, района, города (населенного пункта), улицы (проспекта, переулка и др.) и номер дома (владения), корпуса (строения) и офиса);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>ж) фамилия, имя и отчество руководителя общественного объединения пожарной охраны;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>з) контактная информация (номер телефона, электронной почты) для связи с руководителем общественного объединения пожарной охраны;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>и) регистрационный номер юридического лица;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>к) виды деятельности в области пожарной безопасности;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>л) дата, номер решения о приостановлении действия (об аннулировании) свидетельства о государственной регистрации общественного объединения пожарной охраны, наименование органа, принявшего решение.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>8. Сводный реестр добровольных пожарных содержит следующие сведения: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>а) номер реестровой записи;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>б) дата включения в реестр сведений о добровольном пожарном;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>в) номер и дата заявления общественного объединения пожарной охраны о включении члена или участника общественного объединения пожарной охраны в реестр добровольных пожарных;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>г) фамилия, имя и отчество добровольного пожарного;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>д) дата рождения, место рождения;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>е) адрес места постоянного или временного проживания;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>ж) серия, номер паспорта гражданина Российской Федерации, сведения о дате его выдачи и выдавшем его органе;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>з) контактная информация (номер телефона, электронной почты);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>и) сведения об имеющемся образовании в области пожарной безопасности.</w:t>
      </w:r>
    </w:p>
    <w:p w:rsidR="006A3807" w:rsidRDefault="006A3807" w:rsidP="00CC2CE5">
      <w:pPr>
        <w:pStyle w:val="ConsPlusNormal"/>
        <w:ind w:firstLine="540"/>
        <w:jc w:val="both"/>
        <w:outlineLvl w:val="1"/>
      </w:pPr>
    </w:p>
    <w:p w:rsidR="006A3807" w:rsidRDefault="006A3807" w:rsidP="00CC2CE5">
      <w:pPr>
        <w:pStyle w:val="ConsPlusNormal"/>
        <w:ind w:firstLine="0"/>
        <w:jc w:val="center"/>
        <w:outlineLvl w:val="1"/>
      </w:pPr>
      <w:r>
        <w:t>III. Порядок регистрации в реестре</w:t>
      </w:r>
    </w:p>
    <w:p w:rsidR="006A3807" w:rsidRDefault="006A3807" w:rsidP="00CC2CE5">
      <w:pPr>
        <w:pStyle w:val="ConsPlusNormal"/>
        <w:ind w:firstLine="0"/>
        <w:jc w:val="center"/>
        <w:outlineLvl w:val="1"/>
      </w:pPr>
      <w:r>
        <w:t>общественных объединений пожарной охраны и сводном реестре</w:t>
      </w:r>
    </w:p>
    <w:p w:rsidR="006A3807" w:rsidRDefault="006A3807" w:rsidP="00CC2CE5">
      <w:pPr>
        <w:pStyle w:val="ConsPlusNormal"/>
        <w:ind w:firstLine="0"/>
        <w:jc w:val="center"/>
        <w:outlineLvl w:val="1"/>
      </w:pPr>
      <w:r>
        <w:t>добровольных пожарных</w:t>
      </w:r>
    </w:p>
    <w:p w:rsidR="006A3807" w:rsidRDefault="006A3807" w:rsidP="00CC2CE5">
      <w:pPr>
        <w:pStyle w:val="ConsPlusNormal"/>
        <w:ind w:firstLine="540"/>
        <w:jc w:val="both"/>
        <w:outlineLvl w:val="1"/>
      </w:pP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 xml:space="preserve">9. Для регистрации общественного объединения пожарной охраны в реестре общественных объединений пожарной охраны руководитель общественного объединения пожарной охраны в течение тридцати дней с даты государственной регистрации общественного объединения пожарной охраны (в случае отсутствия государственной регистрации - с момента принятия решения об учреждении общественного объединения пожарной охраны) подает по месту своего жительства в соответствующее главное управление МЧС России по субъекту Российской Федерации заявление о регистрации общественного объединения пожарной охраны в реестре общественных объединений пожарной охраны по образцу </w:t>
      </w:r>
      <w:hyperlink r:id="rId9" w:history="1">
        <w:r>
          <w:rPr>
            <w:color w:val="0000FF"/>
          </w:rPr>
          <w:t>(приложение N 1)</w:t>
        </w:r>
      </w:hyperlink>
      <w:r>
        <w:t>.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>К заявлению о регистрации в реестре общественных объединений пожарной охраны общественной организации территориального подразделения добровольной пожарной охраны или объектового подразделения добровольной пожарной охраны, зарегистрированного в качестве юридического лица, прилагаются копии следующих документов: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>свидетельство о государственной регистрации некоммерческой организации;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>устав общественного объединения пожарной охраны;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>свидетельство о постановке на учет российской организации в налоговом органе по месту нахождения на территории Российской Федерации.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>К заявлению о регистрации в реестре общественных объединений пожарной охраны объектового подразделения добровольной пожарной охраны, не зарегистрированного в качестве юридического лица, прилагается копия положения об общественном объединении.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 xml:space="preserve">10. Для регистрации члена или участника общественного объединения пожарной охраны в реестре добровольных пожарных руководитель общественного объединения пожарной охраны, в котором гражданин будет осуществлять несение службы в качестве добровольного пожарного, в течение пяти рабочих дней с даты приобретения гражданином статуса члена или участника общественного объединения пожарной охраны подает по месту своего жительства в соответствующее главное управление МЧС России по субъекту Российской Федерации заявление о регистрации гражданина в реестре добровольных пожарных по образцу </w:t>
      </w:r>
      <w:hyperlink r:id="rId10" w:history="1">
        <w:r>
          <w:rPr>
            <w:color w:val="0000FF"/>
          </w:rPr>
          <w:t>(приложение N 2)</w:t>
        </w:r>
      </w:hyperlink>
      <w:r>
        <w:t>.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>К заявлению о регистрации в сводном реестре добровольных пожарных прилагаются копии следующих документов: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>паспорт гражданина Российской Федерации;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>свидетельство (диплом) о прохождении добровольным пожарным обучения по программам первоначальной и последующей профессиональной подготовки (при наличии).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>11. Заявление о регистрации в реестре и прилагаемые копии документов подаются в главное управление МЧС России по субъекту Российской Федерации руководителем общественного объединения пожарной охраны непосредственно или направляются почтовым отправлением с уведомлением о вручении и описью вложения.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 xml:space="preserve">12. Главное управление МЧС России по субъекту Российской Федерации в течение трех рабочих дней с даты получения заявления о регистрации в реестре добровольных пожарных или в реестре общественных объединений пожарной охраны проводит сверку информации, содержащейся в заявлении о регистрации в реестре добровольных пожарных или реестре общественных объединений пожарной охраны, с информацией, содержащейся в документах, предусмотренных </w:t>
      </w:r>
      <w:hyperlink r:id="rId11" w:history="1">
        <w:r>
          <w:rPr>
            <w:color w:val="0000FF"/>
          </w:rPr>
          <w:t>пунктами 9</w:t>
        </w:r>
      </w:hyperlink>
      <w:r>
        <w:t xml:space="preserve">, </w:t>
      </w:r>
      <w:hyperlink r:id="rId12" w:history="1">
        <w:r>
          <w:rPr>
            <w:color w:val="0000FF"/>
          </w:rPr>
          <w:t>10</w:t>
        </w:r>
      </w:hyperlink>
      <w:r>
        <w:t xml:space="preserve"> настоящего Порядка и принимает решение о регистрации в соответствующем реестре либо об отказе в регистрации.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>13. Основанием для принятия главным управлением МЧС России по субъекту Российской Федерации решения об отказе в регистрации общественных объединений пожарной охраны и добровольных пожарных в реестрах является: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 xml:space="preserve">а) непредставление документов, предусмотренных </w:t>
      </w:r>
      <w:hyperlink r:id="rId13" w:history="1">
        <w:r>
          <w:rPr>
            <w:color w:val="0000FF"/>
          </w:rPr>
          <w:t>пунктом 9</w:t>
        </w:r>
      </w:hyperlink>
      <w:r>
        <w:t xml:space="preserve"> настоящего Порядка - для регистрации в реестре общественных объединений пожарной охраны, либо непредставление документов, предусмотренных </w:t>
      </w:r>
      <w:hyperlink r:id="rId14" w:history="1">
        <w:r>
          <w:rPr>
            <w:color w:val="0000FF"/>
          </w:rPr>
          <w:t>пунктом 10</w:t>
        </w:r>
      </w:hyperlink>
      <w:r>
        <w:t xml:space="preserve"> настоящего Порядка - для регистрации в реестре добровольных пожарных;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 xml:space="preserve">б) информация, указанная в заявлении о регистрации, не соответствует информации, содержащейся в документах, предусмотренных </w:t>
      </w:r>
      <w:hyperlink r:id="rId15" w:history="1">
        <w:r>
          <w:rPr>
            <w:color w:val="0000FF"/>
          </w:rPr>
          <w:t>пунктами 9</w:t>
        </w:r>
      </w:hyperlink>
      <w:r>
        <w:t xml:space="preserve">, </w:t>
      </w:r>
      <w:hyperlink r:id="rId16" w:history="1">
        <w:r>
          <w:rPr>
            <w:color w:val="0000FF"/>
          </w:rPr>
          <w:t>10</w:t>
        </w:r>
      </w:hyperlink>
      <w:r>
        <w:t xml:space="preserve"> настоящего Порядка;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>в) отсутствие в уставе (положении) общественного объединения пожарной охраны видов деятельности по участию в профилактике и (или) тушении пожаров и проведении аварийно-спасательных работ.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>14. В течение трех рабочих дней с даты внесения сведений в реестры либо принятия решения об отказе во внесении сведений в реестры главное управление МЧС России по субъекту Российской Федерации направляет руководителю общественного объединения пожарной охраны выписку из реестра либо письменное мотивированное решение об отказе в регистрации в реестре.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>15. Решение об отказе в регистрации общественного объединения пожарной охраны или добровольного пожарного в реестре может быть обжаловано в соответствии с законодательством Российской Федерации вышестоящему должностному лицу либо в судебные органы.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 xml:space="preserve">16. Главные управления МЧС России по субъектам Российской Федерации в отношении общественных объединений пожарной охраны, зарегистрированных в реестре общественных объединений пожарной охраны, формируют и ведут регистрационные дела, в которых хранятся документы, предусмотренные </w:t>
      </w:r>
      <w:hyperlink r:id="rId17" w:history="1">
        <w:r>
          <w:rPr>
            <w:color w:val="0000FF"/>
          </w:rPr>
          <w:t>пунктами 9</w:t>
        </w:r>
      </w:hyperlink>
      <w:r>
        <w:t xml:space="preserve">, </w:t>
      </w:r>
      <w:hyperlink r:id="rId18" w:history="1">
        <w:r>
          <w:rPr>
            <w:color w:val="0000FF"/>
          </w:rPr>
          <w:t>10</w:t>
        </w:r>
      </w:hyperlink>
      <w:r>
        <w:t xml:space="preserve"> настоящего Порядка, а также иные документы, имеющие отношения к деятельности общественных объединений пожарной охраны и добровольных пожарных.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>Соответствующие регистрационные дела хранятся в течение срока хранения информации в реестре общественных объединений пожарной охраны и в течение 3 лет после исключения общественного объединения пожарной охраны из реестра общественных объединений пожарной охраны.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>17. Сведения об общественных объединениях пожарной охраны и добровольных пожарных подлежат исключению из соответствующего реестра на основании: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>а) заявления руководителя общественного объединения пожарной охраны (добровольного пожарного) об исключении сведений из реестра в связи с прекращением уставного вида деятельности в области пожарной безопасности (в связи с исключением гражданина из числа членов или участников общественного объединения пожарной охраны);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>б) вступившего в законную силу решения суда о несоответствии деятельности, осуществляемой общественным объединением пожарной охраны, требованиям, установленным законодательством Российской Федерации;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>в) неоднократного уклонения общественного объединения пожарной охраны, включенного в расписание выезда подразделений пожарной охраны для тушения пожаров и проведения аварийно-спасательных работ, от участия в тушении пожаров и проведении аварийно-спасательных работ.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 xml:space="preserve">Исключение сведений из реестров по иным, кроме указанных в </w:t>
      </w:r>
      <w:hyperlink r:id="rId19" w:history="1">
        <w:r>
          <w:rPr>
            <w:color w:val="0000FF"/>
          </w:rPr>
          <w:t>пункте 17</w:t>
        </w:r>
      </w:hyperlink>
      <w:r>
        <w:t xml:space="preserve"> настоящего Порядка основаниям, не допускается.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>18. Главное управление МЧС России по субъекту Российской Федерации в течение пяти рабочих дней с даты получения заявления руководителя общественного объединения пожарной охраны (добровольного пожарного) об исключении из реестра сведений в связи с ликвидацией или реорганизацией общественного объединения пожарной охраны, вступившего в законную силу решения суда об исключении сведений об общественном объединении пожарной охраны (добровольном пожарном) из реестра производит соответствующую запись в реестре.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>19. Главные управления МЧС России по субъектам Российской Федерации ежеквартально, не позднее пятого числа месяца, следующего за отчетным периодом, направляют в региональные центры по делам гражданской обороны, чрезвычайным ситуациям и ликвидации последствий стихийных бедствий актуализированные сведения, содержащиеся в реестрах, формируемых главными управлениями МЧС России по субъектам Российской Федерации либо подтверждают отсутствие изменений в реестре.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>Региональные центры по делам гражданской обороны, чрезвычайным ситуациям и ликвидации последствий стихийных бедствий в течение трех рабочих дней после получения от главных управлений МЧС России по субъектам Российской Федерации актуализированных сведений, содержащихся в реестрах, формируемых по субъектах Российской Федерации, вносят соответствующие изменения в реестры, формируемые по федеральным округам, и направляют в ДПСС МЧС России обобщенные и актуализированные сведения, содержащиеся вреестрах по федеральным округам, либо подтверждают отсутствие изменений в реестрах.</w:t>
      </w:r>
    </w:p>
    <w:p w:rsidR="006A3807" w:rsidRDefault="006A3807" w:rsidP="00CC2CE5">
      <w:pPr>
        <w:pStyle w:val="ConsPlusNormal"/>
        <w:ind w:firstLine="540"/>
        <w:jc w:val="both"/>
        <w:outlineLvl w:val="1"/>
      </w:pPr>
      <w:r>
        <w:t>ДПСС МЧС России в течение пяти рабочих дней с момента получения актуализированной информации, содержащейся в реестрах по федеральным округам, формируемых региональными центрами по делам гражданской обороны, чрезвычайным ситуациям и ликвидации последствий стихийных бедствий, вносит соответствующие изменения в сводный реестр добровольных пожарных и консолидированный реестр общественных объединений пожарной охраны.</w:t>
      </w:r>
    </w:p>
    <w:p w:rsidR="006A3807" w:rsidRDefault="006A3807" w:rsidP="00CC2CE5">
      <w:pPr>
        <w:pStyle w:val="ConsPlusNormal"/>
        <w:ind w:firstLine="540"/>
        <w:jc w:val="both"/>
        <w:outlineLvl w:val="1"/>
      </w:pPr>
    </w:p>
    <w:p w:rsidR="006A3807" w:rsidRDefault="006A3807" w:rsidP="00CC2CE5">
      <w:pPr>
        <w:pStyle w:val="ConsPlusNormal"/>
        <w:ind w:firstLine="540"/>
        <w:jc w:val="both"/>
        <w:outlineLvl w:val="1"/>
      </w:pPr>
    </w:p>
    <w:p w:rsidR="006A3807" w:rsidRDefault="006A3807" w:rsidP="00CC2CE5">
      <w:pPr>
        <w:pStyle w:val="ConsPlusNormal"/>
        <w:ind w:firstLine="540"/>
        <w:jc w:val="both"/>
        <w:outlineLvl w:val="1"/>
      </w:pPr>
    </w:p>
    <w:p w:rsidR="006A3807" w:rsidRDefault="006A3807" w:rsidP="00CC2CE5">
      <w:pPr>
        <w:pStyle w:val="ConsPlusNormal"/>
        <w:ind w:firstLine="540"/>
        <w:jc w:val="both"/>
        <w:outlineLvl w:val="1"/>
      </w:pPr>
    </w:p>
    <w:p w:rsidR="006A3807" w:rsidRDefault="006A3807" w:rsidP="00CC2CE5">
      <w:pPr>
        <w:pStyle w:val="ConsPlusNormal"/>
        <w:ind w:firstLine="540"/>
        <w:jc w:val="both"/>
        <w:outlineLvl w:val="1"/>
      </w:pPr>
    </w:p>
    <w:p w:rsidR="006A3807" w:rsidRDefault="006A3807" w:rsidP="00CC2CE5">
      <w:pPr>
        <w:pStyle w:val="ConsPlusNormal"/>
        <w:ind w:firstLine="0"/>
        <w:jc w:val="right"/>
        <w:outlineLvl w:val="1"/>
      </w:pPr>
      <w:r>
        <w:t>Приложение N 1</w:t>
      </w:r>
    </w:p>
    <w:p w:rsidR="006A3807" w:rsidRDefault="006A3807" w:rsidP="00CC2CE5">
      <w:pPr>
        <w:pStyle w:val="ConsPlusNormal"/>
        <w:ind w:firstLine="0"/>
        <w:jc w:val="right"/>
        <w:outlineLvl w:val="1"/>
      </w:pPr>
      <w:r>
        <w:t>к Порядку формирования</w:t>
      </w:r>
    </w:p>
    <w:p w:rsidR="006A3807" w:rsidRDefault="006A3807" w:rsidP="00CC2CE5">
      <w:pPr>
        <w:pStyle w:val="ConsPlusNormal"/>
        <w:ind w:firstLine="0"/>
        <w:jc w:val="right"/>
        <w:outlineLvl w:val="1"/>
      </w:pPr>
      <w:r>
        <w:t>и ведения реестра общественных</w:t>
      </w:r>
    </w:p>
    <w:p w:rsidR="006A3807" w:rsidRDefault="006A3807" w:rsidP="00CC2CE5">
      <w:pPr>
        <w:pStyle w:val="ConsPlusNormal"/>
        <w:ind w:firstLine="0"/>
        <w:jc w:val="right"/>
        <w:outlineLvl w:val="1"/>
      </w:pPr>
      <w:r>
        <w:t>объединений пожарной охраны</w:t>
      </w:r>
    </w:p>
    <w:p w:rsidR="006A3807" w:rsidRDefault="006A3807" w:rsidP="00CC2CE5">
      <w:pPr>
        <w:pStyle w:val="ConsPlusNormal"/>
        <w:ind w:firstLine="0"/>
        <w:jc w:val="right"/>
        <w:outlineLvl w:val="1"/>
      </w:pPr>
      <w:r>
        <w:t>и сводного реестра</w:t>
      </w:r>
    </w:p>
    <w:p w:rsidR="006A3807" w:rsidRDefault="006A3807" w:rsidP="00CC2CE5">
      <w:pPr>
        <w:pStyle w:val="ConsPlusNormal"/>
        <w:ind w:firstLine="0"/>
        <w:jc w:val="right"/>
        <w:outlineLvl w:val="1"/>
      </w:pPr>
      <w:r>
        <w:t>добровольных пожарных</w:t>
      </w:r>
    </w:p>
    <w:p w:rsidR="006A3807" w:rsidRDefault="006A3807" w:rsidP="00CC2CE5">
      <w:pPr>
        <w:pStyle w:val="ConsPlusNormal"/>
        <w:ind w:firstLine="0"/>
        <w:jc w:val="right"/>
        <w:outlineLvl w:val="1"/>
      </w:pPr>
    </w:p>
    <w:p w:rsidR="006A3807" w:rsidRDefault="006A3807" w:rsidP="00CC2CE5">
      <w:pPr>
        <w:pStyle w:val="ConsPlusNormal"/>
        <w:ind w:firstLine="0"/>
        <w:jc w:val="right"/>
        <w:outlineLvl w:val="1"/>
      </w:pPr>
      <w:r>
        <w:t>(образец)</w:t>
      </w:r>
    </w:p>
    <w:p w:rsidR="006A3807" w:rsidRDefault="006A3807" w:rsidP="00CC2CE5">
      <w:pPr>
        <w:pStyle w:val="ConsPlusNormal"/>
        <w:ind w:firstLine="0"/>
        <w:jc w:val="right"/>
        <w:outlineLvl w:val="1"/>
      </w:pPr>
    </w:p>
    <w:p w:rsidR="006A3807" w:rsidRDefault="006A3807" w:rsidP="00CC2CE5">
      <w:pPr>
        <w:pStyle w:val="ConsPlusNonformat"/>
      </w:pPr>
      <w:r>
        <w:t xml:space="preserve">                                             Начальнику главного управления</w:t>
      </w:r>
    </w:p>
    <w:p w:rsidR="006A3807" w:rsidRDefault="006A3807" w:rsidP="00CC2CE5">
      <w:pPr>
        <w:pStyle w:val="ConsPlusNonformat"/>
      </w:pPr>
      <w:r>
        <w:t xml:space="preserve">                                                 МЧС России по субъекту</w:t>
      </w:r>
    </w:p>
    <w:p w:rsidR="006A3807" w:rsidRDefault="006A3807" w:rsidP="00CC2CE5">
      <w:pPr>
        <w:pStyle w:val="ConsPlusNonformat"/>
      </w:pPr>
      <w:r>
        <w:t xml:space="preserve">                                                  Российской Федерации</w:t>
      </w:r>
    </w:p>
    <w:p w:rsidR="006A3807" w:rsidRDefault="006A3807" w:rsidP="00CC2CE5">
      <w:pPr>
        <w:pStyle w:val="ConsPlusNonformat"/>
      </w:pPr>
    </w:p>
    <w:p w:rsidR="006A3807" w:rsidRDefault="006A3807" w:rsidP="00CC2CE5">
      <w:pPr>
        <w:pStyle w:val="ConsPlusNonformat"/>
      </w:pPr>
      <w:r>
        <w:t xml:space="preserve">                                 Заявление</w:t>
      </w:r>
    </w:p>
    <w:p w:rsidR="006A3807" w:rsidRDefault="006A3807" w:rsidP="00CC2CE5">
      <w:pPr>
        <w:pStyle w:val="ConsPlusNonformat"/>
      </w:pPr>
      <w:r>
        <w:t xml:space="preserve">      о регистрации общественного объединения в реестре общественных</w:t>
      </w:r>
    </w:p>
    <w:p w:rsidR="006A3807" w:rsidRDefault="006A3807" w:rsidP="00CC2CE5">
      <w:pPr>
        <w:pStyle w:val="ConsPlusNonformat"/>
      </w:pPr>
      <w:r>
        <w:t xml:space="preserve">                        объединений пожарной охраны</w:t>
      </w:r>
    </w:p>
    <w:p w:rsidR="006A3807" w:rsidRDefault="006A3807" w:rsidP="00CC2CE5">
      <w:pPr>
        <w:pStyle w:val="ConsPlusNonformat"/>
      </w:pPr>
    </w:p>
    <w:p w:rsidR="006A3807" w:rsidRDefault="006A3807" w:rsidP="00CC2CE5">
      <w:pPr>
        <w:pStyle w:val="ConsPlusNonformat"/>
      </w:pPr>
      <w:r>
        <w:t>Заявитель _________________________________________________________________</w:t>
      </w:r>
    </w:p>
    <w:p w:rsidR="006A3807" w:rsidRDefault="006A3807" w:rsidP="00CC2CE5">
      <w:pPr>
        <w:pStyle w:val="ConsPlusNonformat"/>
      </w:pPr>
      <w:r>
        <w:t xml:space="preserve">                   (полное и сокращенное наименование организации)</w:t>
      </w:r>
    </w:p>
    <w:p w:rsidR="006A3807" w:rsidRDefault="006A3807" w:rsidP="00CC2CE5">
      <w:pPr>
        <w:pStyle w:val="ConsPlusNonformat"/>
      </w:pPr>
      <w:r>
        <w:t>почтовый адрес ____________________________________________________________</w:t>
      </w:r>
    </w:p>
    <w:p w:rsidR="006A3807" w:rsidRDefault="006A3807" w:rsidP="00CC2CE5">
      <w:pPr>
        <w:pStyle w:val="ConsPlusNonformat"/>
      </w:pPr>
      <w:r>
        <w:t>юридический адрес _________________________________________________________</w:t>
      </w:r>
    </w:p>
    <w:p w:rsidR="006A3807" w:rsidRDefault="006A3807" w:rsidP="00CC2CE5">
      <w:pPr>
        <w:pStyle w:val="ConsPlusNonformat"/>
      </w:pPr>
      <w:r>
        <w:t>телефон _________________, факс _____________, e-mail _____________________</w:t>
      </w:r>
    </w:p>
    <w:p w:rsidR="006A3807" w:rsidRDefault="006A3807" w:rsidP="00CC2CE5">
      <w:pPr>
        <w:pStyle w:val="ConsPlusNonformat"/>
      </w:pPr>
      <w:r>
        <w:t>основной    государственный   регистрационный   номер   юридического   лица</w:t>
      </w:r>
    </w:p>
    <w:p w:rsidR="006A3807" w:rsidRDefault="006A3807" w:rsidP="00CC2CE5">
      <w:pPr>
        <w:pStyle w:val="ConsPlusNonformat"/>
      </w:pPr>
      <w:r>
        <w:t>(ОГРН) ___________________________________________________________________,</w:t>
      </w:r>
    </w:p>
    <w:p w:rsidR="006A3807" w:rsidRDefault="006A3807" w:rsidP="00CC2CE5">
      <w:pPr>
        <w:pStyle w:val="ConsPlusNonformat"/>
      </w:pPr>
      <w:r>
        <w:t>серия _____, номер ____________ свидетельства о государственной регистрации</w:t>
      </w:r>
    </w:p>
    <w:p w:rsidR="006A3807" w:rsidRDefault="006A3807" w:rsidP="00CC2CE5">
      <w:pPr>
        <w:pStyle w:val="ConsPlusNonformat"/>
      </w:pPr>
      <w:r>
        <w:t>некоммерческой организации _______________________________________________,</w:t>
      </w:r>
    </w:p>
    <w:p w:rsidR="006A3807" w:rsidRDefault="006A3807" w:rsidP="00CC2CE5">
      <w:pPr>
        <w:pStyle w:val="ConsPlusNonformat"/>
      </w:pPr>
      <w:r>
        <w:t>дата выдачи "__" ______________ 20__ г.</w:t>
      </w:r>
    </w:p>
    <w:p w:rsidR="006A3807" w:rsidRDefault="006A3807" w:rsidP="00CC2CE5">
      <w:pPr>
        <w:pStyle w:val="ConsPlusNonformat"/>
      </w:pPr>
      <w:r>
        <w:t>ИНН _________________, серия __________, номер ______________ свидетельства</w:t>
      </w:r>
    </w:p>
    <w:p w:rsidR="006A3807" w:rsidRDefault="006A3807" w:rsidP="00CC2CE5">
      <w:pPr>
        <w:pStyle w:val="ConsPlusNonformat"/>
      </w:pPr>
      <w:r>
        <w:t>о  постановке  на  учет  российской организации в налоговом органе по месту</w:t>
      </w:r>
    </w:p>
    <w:p w:rsidR="006A3807" w:rsidRDefault="006A3807" w:rsidP="00CC2CE5">
      <w:pPr>
        <w:pStyle w:val="ConsPlusNonformat"/>
      </w:pPr>
      <w:r>
        <w:t>нахождения на территории Российской Федерации ____________________________,</w:t>
      </w:r>
    </w:p>
    <w:p w:rsidR="006A3807" w:rsidRDefault="006A3807" w:rsidP="00CC2CE5">
      <w:pPr>
        <w:pStyle w:val="ConsPlusNonformat"/>
      </w:pPr>
      <w:r>
        <w:t>дата выдачи "__" _______________ 20__ г.</w:t>
      </w:r>
    </w:p>
    <w:p w:rsidR="006A3807" w:rsidRDefault="006A3807" w:rsidP="00CC2CE5">
      <w:pPr>
        <w:pStyle w:val="ConsPlusNonformat"/>
      </w:pPr>
      <w:r>
        <w:t>в лице ____________________________________________________________________</w:t>
      </w:r>
    </w:p>
    <w:p w:rsidR="006A3807" w:rsidRDefault="006A3807" w:rsidP="00CC2CE5">
      <w:pPr>
        <w:pStyle w:val="ConsPlusNonformat"/>
      </w:pPr>
      <w:r>
        <w:t xml:space="preserve">                               (должность, Ф.И.О.)</w:t>
      </w:r>
    </w:p>
    <w:p w:rsidR="006A3807" w:rsidRDefault="006A3807" w:rsidP="00CC2CE5">
      <w:pPr>
        <w:pStyle w:val="ConsPlusNonformat"/>
      </w:pPr>
      <w:r>
        <w:t>просит  зарегистрировать  (наименование  заявителя)  в реестре общественных</w:t>
      </w:r>
    </w:p>
    <w:p w:rsidR="006A3807" w:rsidRDefault="006A3807" w:rsidP="00CC2CE5">
      <w:pPr>
        <w:pStyle w:val="ConsPlusNonformat"/>
      </w:pPr>
      <w:r>
        <w:t>объединений пожарной охраны.</w:t>
      </w:r>
    </w:p>
    <w:p w:rsidR="006A3807" w:rsidRDefault="006A3807" w:rsidP="00CC2CE5">
      <w:pPr>
        <w:pStyle w:val="ConsPlusNonformat"/>
      </w:pPr>
      <w:r>
        <w:t xml:space="preserve">    Виды  деятельности  в  области  пожарной  безопасности,  осуществляемые</w:t>
      </w:r>
    </w:p>
    <w:p w:rsidR="006A3807" w:rsidRDefault="006A3807" w:rsidP="00CC2CE5">
      <w:pPr>
        <w:pStyle w:val="ConsPlusNonformat"/>
      </w:pPr>
      <w:r>
        <w:t>общественным   объединением  (наименование  общественного  объединения)  на</w:t>
      </w:r>
    </w:p>
    <w:p w:rsidR="006A3807" w:rsidRDefault="006A3807" w:rsidP="00CC2CE5">
      <w:pPr>
        <w:pStyle w:val="ConsPlusNonformat"/>
      </w:pPr>
      <w:r>
        <w:t>безвозмездной основе _____________________________________________________.</w:t>
      </w:r>
    </w:p>
    <w:p w:rsidR="006A3807" w:rsidRDefault="006A3807" w:rsidP="00CC2CE5">
      <w:pPr>
        <w:pStyle w:val="ConsPlusNonformat"/>
      </w:pPr>
    </w:p>
    <w:p w:rsidR="006A3807" w:rsidRDefault="006A3807" w:rsidP="00CC2CE5">
      <w:pPr>
        <w:pStyle w:val="ConsPlusNonformat"/>
      </w:pPr>
      <w:r>
        <w:t>Приложение: документы для включения в реестр согласно описи на ____ л.</w:t>
      </w:r>
    </w:p>
    <w:p w:rsidR="006A3807" w:rsidRDefault="006A3807" w:rsidP="00CC2CE5">
      <w:pPr>
        <w:pStyle w:val="ConsPlusNonformat"/>
      </w:pPr>
    </w:p>
    <w:p w:rsidR="006A3807" w:rsidRDefault="006A3807" w:rsidP="00CC2CE5">
      <w:pPr>
        <w:pStyle w:val="ConsPlusNonformat"/>
      </w:pPr>
      <w:r>
        <w:t>_________________________ ___________________________ _____________________</w:t>
      </w:r>
    </w:p>
    <w:p w:rsidR="006A3807" w:rsidRDefault="006A3807" w:rsidP="00CC2CE5">
      <w:pPr>
        <w:pStyle w:val="ConsPlusNonformat"/>
      </w:pPr>
      <w:r>
        <w:t>(наименование должности)   (подпись руководителя или   (фамилия и инициалы)</w:t>
      </w:r>
    </w:p>
    <w:p w:rsidR="006A3807" w:rsidRDefault="006A3807" w:rsidP="00CC2CE5">
      <w:pPr>
        <w:pStyle w:val="ConsPlusNonformat"/>
      </w:pPr>
      <w:r>
        <w:t xml:space="preserve">                             уполномоченного лица)</w:t>
      </w:r>
    </w:p>
    <w:p w:rsidR="006A3807" w:rsidRDefault="006A3807" w:rsidP="00CC2CE5">
      <w:pPr>
        <w:pStyle w:val="ConsPlusNonformat"/>
      </w:pPr>
    </w:p>
    <w:p w:rsidR="006A3807" w:rsidRDefault="006A3807" w:rsidP="00CC2CE5">
      <w:pPr>
        <w:pStyle w:val="ConsPlusNonformat"/>
      </w:pPr>
      <w:r>
        <w:t xml:space="preserve">                                   М.П.</w:t>
      </w:r>
    </w:p>
    <w:p w:rsidR="006A3807" w:rsidRDefault="006A3807" w:rsidP="00CC2CE5">
      <w:pPr>
        <w:pStyle w:val="ConsPlusNonformat"/>
      </w:pPr>
    </w:p>
    <w:p w:rsidR="006A3807" w:rsidRDefault="006A3807" w:rsidP="00CC2CE5">
      <w:pPr>
        <w:pStyle w:val="ConsPlusNonformat"/>
      </w:pPr>
      <w:r>
        <w:t>"__" _____________ 20__ г.</w:t>
      </w:r>
    </w:p>
    <w:p w:rsidR="006A3807" w:rsidRDefault="006A3807" w:rsidP="00CC2CE5">
      <w:pPr>
        <w:pStyle w:val="ConsPlusNormal"/>
        <w:ind w:firstLine="540"/>
        <w:jc w:val="both"/>
        <w:outlineLvl w:val="1"/>
      </w:pPr>
    </w:p>
    <w:p w:rsidR="006A3807" w:rsidRDefault="006A3807" w:rsidP="00CC2CE5">
      <w:pPr>
        <w:pStyle w:val="ConsPlusNormal"/>
        <w:ind w:firstLine="540"/>
        <w:jc w:val="both"/>
        <w:outlineLvl w:val="1"/>
      </w:pPr>
    </w:p>
    <w:p w:rsidR="006A3807" w:rsidRDefault="006A3807" w:rsidP="00CC2CE5">
      <w:pPr>
        <w:pStyle w:val="ConsPlusNormal"/>
        <w:ind w:firstLine="540"/>
        <w:jc w:val="both"/>
        <w:outlineLvl w:val="1"/>
      </w:pPr>
    </w:p>
    <w:p w:rsidR="006A3807" w:rsidRDefault="006A3807" w:rsidP="00CC2CE5">
      <w:pPr>
        <w:pStyle w:val="ConsPlusNormal"/>
        <w:ind w:firstLine="540"/>
        <w:jc w:val="both"/>
        <w:outlineLvl w:val="1"/>
      </w:pPr>
    </w:p>
    <w:p w:rsidR="006A3807" w:rsidRDefault="006A3807" w:rsidP="00CC2CE5">
      <w:pPr>
        <w:pStyle w:val="ConsPlusNormal"/>
        <w:ind w:firstLine="540"/>
        <w:jc w:val="both"/>
        <w:outlineLvl w:val="1"/>
      </w:pPr>
    </w:p>
    <w:p w:rsidR="006A3807" w:rsidRDefault="006A3807" w:rsidP="00CC2CE5">
      <w:pPr>
        <w:pStyle w:val="ConsPlusNormal"/>
        <w:ind w:firstLine="0"/>
        <w:jc w:val="right"/>
        <w:outlineLvl w:val="1"/>
      </w:pPr>
    </w:p>
    <w:p w:rsidR="006A3807" w:rsidRDefault="006A3807" w:rsidP="00CC2CE5">
      <w:pPr>
        <w:pStyle w:val="ConsPlusNormal"/>
        <w:ind w:firstLine="0"/>
        <w:jc w:val="right"/>
        <w:outlineLvl w:val="1"/>
      </w:pPr>
    </w:p>
    <w:p w:rsidR="006A3807" w:rsidRDefault="006A3807" w:rsidP="00CC2CE5">
      <w:pPr>
        <w:pStyle w:val="ConsPlusNormal"/>
        <w:ind w:firstLine="0"/>
        <w:jc w:val="right"/>
        <w:outlineLvl w:val="1"/>
      </w:pPr>
    </w:p>
    <w:p w:rsidR="006A3807" w:rsidRDefault="006A3807" w:rsidP="00CC2CE5">
      <w:pPr>
        <w:pStyle w:val="ConsPlusNormal"/>
        <w:ind w:firstLine="0"/>
        <w:jc w:val="right"/>
        <w:outlineLvl w:val="1"/>
      </w:pPr>
    </w:p>
    <w:p w:rsidR="006A3807" w:rsidRDefault="006A3807" w:rsidP="00CC2CE5">
      <w:pPr>
        <w:pStyle w:val="ConsPlusNormal"/>
        <w:ind w:firstLine="0"/>
        <w:jc w:val="right"/>
        <w:outlineLvl w:val="1"/>
      </w:pPr>
    </w:p>
    <w:p w:rsidR="006A3807" w:rsidRDefault="006A3807" w:rsidP="00CC2CE5">
      <w:pPr>
        <w:pStyle w:val="ConsPlusNormal"/>
        <w:ind w:firstLine="0"/>
        <w:jc w:val="right"/>
        <w:outlineLvl w:val="1"/>
      </w:pPr>
    </w:p>
    <w:p w:rsidR="006A3807" w:rsidRDefault="006A3807" w:rsidP="00CC2CE5">
      <w:pPr>
        <w:pStyle w:val="ConsPlusNormal"/>
        <w:ind w:firstLine="0"/>
        <w:jc w:val="right"/>
        <w:outlineLvl w:val="1"/>
      </w:pPr>
    </w:p>
    <w:p w:rsidR="006A3807" w:rsidRDefault="006A3807" w:rsidP="00CC2CE5">
      <w:pPr>
        <w:pStyle w:val="ConsPlusNormal"/>
        <w:ind w:firstLine="0"/>
        <w:jc w:val="right"/>
        <w:outlineLvl w:val="1"/>
      </w:pPr>
    </w:p>
    <w:p w:rsidR="006A3807" w:rsidRDefault="006A3807" w:rsidP="00CC2CE5">
      <w:pPr>
        <w:pStyle w:val="ConsPlusNormal"/>
        <w:ind w:firstLine="0"/>
        <w:jc w:val="right"/>
        <w:outlineLvl w:val="1"/>
      </w:pPr>
    </w:p>
    <w:p w:rsidR="006A3807" w:rsidRDefault="006A3807" w:rsidP="00CC2CE5">
      <w:pPr>
        <w:pStyle w:val="ConsPlusNormal"/>
        <w:ind w:firstLine="0"/>
        <w:jc w:val="right"/>
        <w:outlineLvl w:val="1"/>
      </w:pPr>
      <w:r>
        <w:t>Приложение N 2</w:t>
      </w:r>
    </w:p>
    <w:p w:rsidR="006A3807" w:rsidRDefault="006A3807" w:rsidP="00CC2CE5">
      <w:pPr>
        <w:pStyle w:val="ConsPlusNormal"/>
        <w:ind w:firstLine="0"/>
        <w:jc w:val="right"/>
        <w:outlineLvl w:val="1"/>
      </w:pPr>
      <w:r>
        <w:t>к Порядку формирования</w:t>
      </w:r>
    </w:p>
    <w:p w:rsidR="006A3807" w:rsidRDefault="006A3807" w:rsidP="00CC2CE5">
      <w:pPr>
        <w:pStyle w:val="ConsPlusNormal"/>
        <w:ind w:firstLine="0"/>
        <w:jc w:val="right"/>
        <w:outlineLvl w:val="1"/>
      </w:pPr>
      <w:r>
        <w:t>и ведения реестра общественных</w:t>
      </w:r>
    </w:p>
    <w:p w:rsidR="006A3807" w:rsidRDefault="006A3807" w:rsidP="00CC2CE5">
      <w:pPr>
        <w:pStyle w:val="ConsPlusNormal"/>
        <w:ind w:firstLine="0"/>
        <w:jc w:val="right"/>
        <w:outlineLvl w:val="1"/>
      </w:pPr>
      <w:r>
        <w:t>объединений пожарной охраны</w:t>
      </w:r>
    </w:p>
    <w:p w:rsidR="006A3807" w:rsidRDefault="006A3807" w:rsidP="00CC2CE5">
      <w:pPr>
        <w:pStyle w:val="ConsPlusNormal"/>
        <w:ind w:firstLine="0"/>
        <w:jc w:val="right"/>
        <w:outlineLvl w:val="1"/>
      </w:pPr>
      <w:r>
        <w:t>и сводного реестра</w:t>
      </w:r>
    </w:p>
    <w:p w:rsidR="006A3807" w:rsidRDefault="006A3807" w:rsidP="00CC2CE5">
      <w:pPr>
        <w:pStyle w:val="ConsPlusNormal"/>
        <w:ind w:firstLine="0"/>
        <w:jc w:val="right"/>
        <w:outlineLvl w:val="1"/>
      </w:pPr>
      <w:r>
        <w:t>добровольных пожарных</w:t>
      </w:r>
    </w:p>
    <w:p w:rsidR="006A3807" w:rsidRDefault="006A3807" w:rsidP="00CC2CE5">
      <w:pPr>
        <w:pStyle w:val="ConsPlusNormal"/>
        <w:ind w:firstLine="0"/>
        <w:jc w:val="right"/>
        <w:outlineLvl w:val="1"/>
      </w:pPr>
    </w:p>
    <w:p w:rsidR="006A3807" w:rsidRDefault="006A3807" w:rsidP="00CC2CE5">
      <w:pPr>
        <w:pStyle w:val="ConsPlusNormal"/>
        <w:ind w:firstLine="0"/>
        <w:jc w:val="right"/>
        <w:outlineLvl w:val="1"/>
      </w:pPr>
      <w:r>
        <w:t>(образец)</w:t>
      </w:r>
    </w:p>
    <w:p w:rsidR="006A3807" w:rsidRDefault="006A3807" w:rsidP="00CC2CE5">
      <w:pPr>
        <w:pStyle w:val="ConsPlusNormal"/>
        <w:ind w:firstLine="0"/>
        <w:jc w:val="right"/>
        <w:outlineLvl w:val="1"/>
      </w:pPr>
    </w:p>
    <w:p w:rsidR="006A3807" w:rsidRDefault="006A3807" w:rsidP="00CC2CE5">
      <w:pPr>
        <w:pStyle w:val="ConsPlusNonformat"/>
      </w:pPr>
      <w:r>
        <w:t xml:space="preserve">                                             Начальнику главного управления</w:t>
      </w:r>
    </w:p>
    <w:p w:rsidR="006A3807" w:rsidRDefault="006A3807" w:rsidP="00CC2CE5">
      <w:pPr>
        <w:pStyle w:val="ConsPlusNonformat"/>
      </w:pPr>
      <w:r>
        <w:t xml:space="preserve">                                                 МЧС России по субъекту</w:t>
      </w:r>
    </w:p>
    <w:p w:rsidR="006A3807" w:rsidRDefault="006A3807" w:rsidP="00CC2CE5">
      <w:pPr>
        <w:pStyle w:val="ConsPlusNonformat"/>
      </w:pPr>
      <w:r>
        <w:t xml:space="preserve">                                                  Российской Федерации</w:t>
      </w:r>
    </w:p>
    <w:p w:rsidR="006A3807" w:rsidRDefault="006A3807" w:rsidP="00CC2CE5">
      <w:pPr>
        <w:pStyle w:val="ConsPlusNonformat"/>
      </w:pPr>
    </w:p>
    <w:p w:rsidR="006A3807" w:rsidRDefault="006A3807" w:rsidP="00CC2CE5">
      <w:pPr>
        <w:pStyle w:val="ConsPlusNonformat"/>
      </w:pPr>
      <w:r>
        <w:t xml:space="preserve">                                 Заявление</w:t>
      </w:r>
    </w:p>
    <w:p w:rsidR="006A3807" w:rsidRDefault="006A3807" w:rsidP="00CC2CE5">
      <w:pPr>
        <w:pStyle w:val="ConsPlusNonformat"/>
      </w:pPr>
      <w:r>
        <w:t xml:space="preserve">         о регистрации члена (участника) общественного объединения</w:t>
      </w:r>
    </w:p>
    <w:p w:rsidR="006A3807" w:rsidRDefault="006A3807" w:rsidP="00CC2CE5">
      <w:pPr>
        <w:pStyle w:val="ConsPlusNonformat"/>
      </w:pPr>
      <w:r>
        <w:t xml:space="preserve">          пожарной охраны в сводном реестре добровольных пожарных</w:t>
      </w:r>
    </w:p>
    <w:p w:rsidR="006A3807" w:rsidRDefault="006A3807" w:rsidP="00CC2CE5">
      <w:pPr>
        <w:pStyle w:val="ConsPlusNonformat"/>
      </w:pPr>
    </w:p>
    <w:p w:rsidR="006A3807" w:rsidRDefault="006A3807" w:rsidP="00CC2CE5">
      <w:pPr>
        <w:pStyle w:val="ConsPlusNonformat"/>
      </w:pPr>
      <w:r>
        <w:t>Заявитель _________________________________________________________________</w:t>
      </w:r>
    </w:p>
    <w:p w:rsidR="006A3807" w:rsidRDefault="006A3807" w:rsidP="00CC2CE5">
      <w:pPr>
        <w:pStyle w:val="ConsPlusNonformat"/>
      </w:pPr>
      <w:r>
        <w:t xml:space="preserve">                   (полное и сокращенное наименование организации)</w:t>
      </w:r>
    </w:p>
    <w:p w:rsidR="006A3807" w:rsidRDefault="006A3807" w:rsidP="00CC2CE5">
      <w:pPr>
        <w:pStyle w:val="ConsPlusNonformat"/>
      </w:pPr>
      <w:r>
        <w:t>адрес места нахождения ____________________________________________________</w:t>
      </w:r>
    </w:p>
    <w:p w:rsidR="006A3807" w:rsidRDefault="006A3807" w:rsidP="00CC2CE5">
      <w:pPr>
        <w:pStyle w:val="ConsPlusNonformat"/>
      </w:pPr>
      <w:r>
        <w:t>юридический адрес _________________________________________________________</w:t>
      </w:r>
    </w:p>
    <w:p w:rsidR="006A3807" w:rsidRDefault="006A3807" w:rsidP="00CC2CE5">
      <w:pPr>
        <w:pStyle w:val="ConsPlusNonformat"/>
      </w:pPr>
      <w:r>
        <w:t>телефон _________________, факс _____________, e-mail _____________________</w:t>
      </w:r>
    </w:p>
    <w:p w:rsidR="006A3807" w:rsidRDefault="006A3807" w:rsidP="00CC2CE5">
      <w:pPr>
        <w:pStyle w:val="ConsPlusNonformat"/>
      </w:pPr>
      <w:r>
        <w:t>основной    государственный   регистрационный   номер   юридического   лица</w:t>
      </w:r>
    </w:p>
    <w:p w:rsidR="006A3807" w:rsidRDefault="006A3807" w:rsidP="00CC2CE5">
      <w:pPr>
        <w:pStyle w:val="ConsPlusNonformat"/>
      </w:pPr>
      <w:r>
        <w:t>(ОГРН) ___________________________________________________________________,</w:t>
      </w:r>
    </w:p>
    <w:p w:rsidR="006A3807" w:rsidRDefault="006A3807" w:rsidP="00CC2CE5">
      <w:pPr>
        <w:pStyle w:val="ConsPlusNonformat"/>
      </w:pPr>
      <w:r>
        <w:t>серия _____, номер ____________ свидетельства о государственной регистрации</w:t>
      </w:r>
    </w:p>
    <w:p w:rsidR="006A3807" w:rsidRDefault="006A3807" w:rsidP="00CC2CE5">
      <w:pPr>
        <w:pStyle w:val="ConsPlusNonformat"/>
      </w:pPr>
      <w:r>
        <w:t>некоммерческой организации _______________________________________________,</w:t>
      </w:r>
    </w:p>
    <w:p w:rsidR="006A3807" w:rsidRDefault="006A3807" w:rsidP="00CC2CE5">
      <w:pPr>
        <w:pStyle w:val="ConsPlusNonformat"/>
      </w:pPr>
      <w:r>
        <w:t>дата выдачи "__" ______________ 20__ г.</w:t>
      </w:r>
    </w:p>
    <w:p w:rsidR="006A3807" w:rsidRDefault="006A3807" w:rsidP="00CC2CE5">
      <w:pPr>
        <w:pStyle w:val="ConsPlusNonformat"/>
      </w:pPr>
      <w:r>
        <w:t>ИНН _________________, серия __________, номер ______________ свидетельства</w:t>
      </w:r>
    </w:p>
    <w:p w:rsidR="006A3807" w:rsidRDefault="006A3807" w:rsidP="00CC2CE5">
      <w:pPr>
        <w:pStyle w:val="ConsPlusNonformat"/>
      </w:pPr>
      <w:r>
        <w:t>о  постановке  на  учет  российской организации в налоговом органе по месту</w:t>
      </w:r>
    </w:p>
    <w:p w:rsidR="006A3807" w:rsidRDefault="006A3807" w:rsidP="00CC2CE5">
      <w:pPr>
        <w:pStyle w:val="ConsPlusNonformat"/>
      </w:pPr>
      <w:r>
        <w:t>нахождения на территории Российской Федерации ____________________________,</w:t>
      </w:r>
    </w:p>
    <w:p w:rsidR="006A3807" w:rsidRDefault="006A3807" w:rsidP="00CC2CE5">
      <w:pPr>
        <w:pStyle w:val="ConsPlusNonformat"/>
      </w:pPr>
      <w:r>
        <w:t>дата выдачи "__" _______________ 20__ г.</w:t>
      </w:r>
    </w:p>
    <w:p w:rsidR="006A3807" w:rsidRDefault="006A3807" w:rsidP="00CC2CE5">
      <w:pPr>
        <w:pStyle w:val="ConsPlusNonformat"/>
      </w:pPr>
      <w:r>
        <w:t>в лице ____________________________________________________________________</w:t>
      </w:r>
    </w:p>
    <w:p w:rsidR="006A3807" w:rsidRDefault="006A3807" w:rsidP="00CC2CE5">
      <w:pPr>
        <w:pStyle w:val="ConsPlusNonformat"/>
      </w:pPr>
      <w:r>
        <w:t xml:space="preserve">             (должность, Ф.И.О. руководителя или уполномоченного лица)</w:t>
      </w:r>
    </w:p>
    <w:p w:rsidR="006A3807" w:rsidRDefault="006A3807" w:rsidP="00CC2CE5">
      <w:pPr>
        <w:pStyle w:val="ConsPlusNonformat"/>
      </w:pPr>
      <w:r>
        <w:t>просит  зарегистрировать в сводном реестре добровольных пожарных гражданина</w:t>
      </w:r>
    </w:p>
    <w:p w:rsidR="006A3807" w:rsidRDefault="006A3807" w:rsidP="00CC2CE5">
      <w:pPr>
        <w:pStyle w:val="ConsPlusNonformat"/>
      </w:pPr>
      <w:r>
        <w:t>___________________________________________________________________________</w:t>
      </w:r>
    </w:p>
    <w:p w:rsidR="006A3807" w:rsidRDefault="006A3807" w:rsidP="00CC2CE5">
      <w:pPr>
        <w:pStyle w:val="ConsPlusNonformat"/>
      </w:pPr>
      <w:r>
        <w:t xml:space="preserve">                            (Ф.И.О. гражданина)</w:t>
      </w:r>
    </w:p>
    <w:p w:rsidR="006A3807" w:rsidRDefault="006A3807" w:rsidP="00CC2CE5">
      <w:pPr>
        <w:pStyle w:val="ConsPlusNonformat"/>
      </w:pPr>
      <w:r>
        <w:t xml:space="preserve">    а) дата, место рождения;</w:t>
      </w:r>
    </w:p>
    <w:p w:rsidR="006A3807" w:rsidRDefault="006A3807" w:rsidP="00CC2CE5">
      <w:pPr>
        <w:pStyle w:val="ConsPlusNonformat"/>
      </w:pPr>
      <w:r>
        <w:t xml:space="preserve">    б) адрес места постоянного или временного проживания;</w:t>
      </w:r>
    </w:p>
    <w:p w:rsidR="006A3807" w:rsidRDefault="006A3807" w:rsidP="00CC2CE5">
      <w:pPr>
        <w:pStyle w:val="ConsPlusNonformat"/>
      </w:pPr>
      <w:r>
        <w:t xml:space="preserve">    в) серия  и  номер паспорта гражданина Российской Федерации, сведения о</w:t>
      </w:r>
    </w:p>
    <w:p w:rsidR="006A3807" w:rsidRDefault="006A3807" w:rsidP="00CC2CE5">
      <w:pPr>
        <w:pStyle w:val="ConsPlusNonformat"/>
      </w:pPr>
      <w:r>
        <w:t>дате выдачи указанного документа и выдавшем документ органе;</w:t>
      </w:r>
    </w:p>
    <w:p w:rsidR="006A3807" w:rsidRDefault="006A3807" w:rsidP="00CC2CE5">
      <w:pPr>
        <w:pStyle w:val="ConsPlusNonformat"/>
        <w:pBdr>
          <w:top w:val="single" w:sz="6" w:space="0" w:color="auto"/>
        </w:pBdr>
        <w:outlineLvl w:val="1"/>
        <w:rPr>
          <w:sz w:val="2"/>
          <w:szCs w:val="2"/>
        </w:rPr>
      </w:pPr>
    </w:p>
    <w:p w:rsidR="006A3807" w:rsidRDefault="006A3807" w:rsidP="00CC2CE5">
      <w:pPr>
        <w:pStyle w:val="ConsPlusNonformat"/>
      </w:pPr>
      <w:r>
        <w:t>КонсультантПлюс: примечание.</w:t>
      </w:r>
    </w:p>
    <w:p w:rsidR="006A3807" w:rsidRDefault="006A3807" w:rsidP="00CC2CE5">
      <w:pPr>
        <w:pStyle w:val="ConsPlusNonformat"/>
      </w:pPr>
      <w:r>
        <w:t xml:space="preserve">    Нумерация   подпунктов   дана  в  соответствии  с  официальным  текстом</w:t>
      </w:r>
    </w:p>
    <w:p w:rsidR="006A3807" w:rsidRDefault="006A3807" w:rsidP="00CC2CE5">
      <w:pPr>
        <w:pStyle w:val="ConsPlusNonformat"/>
      </w:pPr>
      <w:r>
        <w:t>документа.</w:t>
      </w:r>
    </w:p>
    <w:p w:rsidR="006A3807" w:rsidRDefault="006A3807" w:rsidP="00CC2CE5">
      <w:pPr>
        <w:pStyle w:val="ConsPlusNonformat"/>
        <w:pBdr>
          <w:top w:val="single" w:sz="6" w:space="0" w:color="auto"/>
        </w:pBdr>
        <w:outlineLvl w:val="1"/>
        <w:rPr>
          <w:sz w:val="2"/>
          <w:szCs w:val="2"/>
        </w:rPr>
      </w:pPr>
    </w:p>
    <w:p w:rsidR="006A3807" w:rsidRDefault="006A3807" w:rsidP="00CC2CE5">
      <w:pPr>
        <w:pStyle w:val="ConsPlusNonformat"/>
      </w:pPr>
      <w:r>
        <w:t xml:space="preserve">    в) контактная  информация  (телефон, факс, адрес электронной почты) для</w:t>
      </w:r>
    </w:p>
    <w:p w:rsidR="006A3807" w:rsidRDefault="006A3807" w:rsidP="00CC2CE5">
      <w:pPr>
        <w:pStyle w:val="ConsPlusNonformat"/>
      </w:pPr>
      <w:r>
        <w:t>связи с добровольным пожарным;</w:t>
      </w:r>
    </w:p>
    <w:p w:rsidR="006A3807" w:rsidRDefault="006A3807" w:rsidP="00CC2CE5">
      <w:pPr>
        <w:pStyle w:val="ConsPlusNonformat"/>
      </w:pPr>
      <w:r>
        <w:t xml:space="preserve">    г) сведения об имеющемся образовании в области пожарной безопасности.</w:t>
      </w:r>
    </w:p>
    <w:p w:rsidR="006A3807" w:rsidRDefault="006A3807" w:rsidP="00CC2CE5">
      <w:pPr>
        <w:pStyle w:val="ConsPlusNonformat"/>
      </w:pPr>
    </w:p>
    <w:p w:rsidR="006A3807" w:rsidRDefault="006A3807" w:rsidP="00CC2CE5">
      <w:pPr>
        <w:pStyle w:val="ConsPlusNonformat"/>
      </w:pPr>
      <w:r>
        <w:t xml:space="preserve">                                                            М.П.</w:t>
      </w:r>
    </w:p>
    <w:p w:rsidR="006A3807" w:rsidRDefault="006A3807" w:rsidP="00CC2CE5">
      <w:pPr>
        <w:pStyle w:val="ConsPlusNonformat"/>
      </w:pPr>
    </w:p>
    <w:p w:rsidR="006A3807" w:rsidRDefault="006A3807" w:rsidP="00CC2CE5">
      <w:pPr>
        <w:pStyle w:val="ConsPlusNonformat"/>
      </w:pPr>
      <w:r>
        <w:t>"__" ______________ 20__ г.</w:t>
      </w:r>
    </w:p>
    <w:p w:rsidR="006A3807" w:rsidRDefault="006A3807" w:rsidP="00CC2CE5">
      <w:pPr>
        <w:pStyle w:val="ConsPlusNonformat"/>
      </w:pPr>
      <w:r>
        <w:t>___________________________________________________________________________</w:t>
      </w:r>
    </w:p>
    <w:p w:rsidR="006A3807" w:rsidRDefault="006A3807" w:rsidP="00CC2CE5">
      <w:pPr>
        <w:pStyle w:val="ConsPlusNonformat"/>
      </w:pPr>
    </w:p>
    <w:p w:rsidR="006A3807" w:rsidRDefault="006A3807" w:rsidP="00CC2CE5">
      <w:pPr>
        <w:pStyle w:val="ConsPlusNonformat"/>
      </w:pPr>
      <w:r>
        <w:t>Приложение:  документы для включения в сводный реестр добровольных пожарных</w:t>
      </w:r>
    </w:p>
    <w:p w:rsidR="006A3807" w:rsidRDefault="006A3807" w:rsidP="00CC2CE5">
      <w:pPr>
        <w:pStyle w:val="ConsPlusNonformat"/>
      </w:pPr>
      <w:r>
        <w:t>согласно описи на ___ л.</w:t>
      </w:r>
    </w:p>
    <w:p w:rsidR="006A3807" w:rsidRDefault="006A3807" w:rsidP="00CC2CE5">
      <w:pPr>
        <w:pStyle w:val="ConsPlusNonformat"/>
      </w:pPr>
    </w:p>
    <w:p w:rsidR="006A3807" w:rsidRDefault="006A3807" w:rsidP="00CC2CE5">
      <w:pPr>
        <w:pStyle w:val="ConsPlusNonformat"/>
      </w:pPr>
      <w:r>
        <w:t>_________________________ ___________________________ _____________________</w:t>
      </w:r>
    </w:p>
    <w:p w:rsidR="006A3807" w:rsidRDefault="006A3807" w:rsidP="00CC2CE5">
      <w:pPr>
        <w:pStyle w:val="ConsPlusNonformat"/>
      </w:pPr>
      <w:r>
        <w:t>(наименование должности)   (подпись руководителя или   (фамилия и инициалы)</w:t>
      </w:r>
    </w:p>
    <w:p w:rsidR="006A3807" w:rsidRDefault="006A3807" w:rsidP="00CC2CE5">
      <w:pPr>
        <w:pStyle w:val="ConsPlusNonformat"/>
      </w:pPr>
      <w:r>
        <w:t xml:space="preserve">                             уполномоченного лица)</w:t>
      </w:r>
    </w:p>
    <w:p w:rsidR="006A3807" w:rsidRDefault="006A3807" w:rsidP="00CC2CE5">
      <w:pPr>
        <w:pStyle w:val="ConsPlusNonformat"/>
      </w:pPr>
    </w:p>
    <w:p w:rsidR="006A3807" w:rsidRDefault="006A3807" w:rsidP="00CC2CE5">
      <w:pPr>
        <w:pStyle w:val="ConsPlusNonformat"/>
      </w:pPr>
      <w:r>
        <w:t xml:space="preserve">                                                 М.П.</w:t>
      </w:r>
    </w:p>
    <w:p w:rsidR="006A3807" w:rsidRDefault="006A3807" w:rsidP="00CC2CE5">
      <w:pPr>
        <w:pStyle w:val="ConsPlusNonformat"/>
      </w:pPr>
    </w:p>
    <w:p w:rsidR="006A3807" w:rsidRDefault="006A3807" w:rsidP="00CC2CE5">
      <w:pPr>
        <w:pStyle w:val="ConsPlusNonformat"/>
      </w:pPr>
      <w:r>
        <w:t>"__" _____________ 20__ г.</w:t>
      </w:r>
    </w:p>
    <w:p w:rsidR="006A3807" w:rsidRDefault="006A3807" w:rsidP="00CC2CE5">
      <w:pPr>
        <w:pStyle w:val="ConsPlusNormal"/>
        <w:ind w:firstLine="540"/>
        <w:jc w:val="both"/>
        <w:outlineLvl w:val="1"/>
      </w:pPr>
    </w:p>
    <w:p w:rsidR="006A3807" w:rsidRDefault="006A3807" w:rsidP="00CC2CE5">
      <w:pPr>
        <w:pStyle w:val="ConsPlusNormal"/>
        <w:ind w:firstLine="0"/>
        <w:jc w:val="right"/>
        <w:outlineLvl w:val="2"/>
      </w:pPr>
      <w:r>
        <w:t>Приложение</w:t>
      </w:r>
    </w:p>
    <w:p w:rsidR="006A3807" w:rsidRDefault="006A3807" w:rsidP="00CC2CE5">
      <w:pPr>
        <w:pStyle w:val="ConsPlusNormal"/>
        <w:ind w:firstLine="0"/>
        <w:jc w:val="right"/>
        <w:outlineLvl w:val="2"/>
      </w:pPr>
      <w:r>
        <w:t>к заявлению о регистрации</w:t>
      </w:r>
    </w:p>
    <w:p w:rsidR="006A3807" w:rsidRDefault="006A3807" w:rsidP="00CC2CE5">
      <w:pPr>
        <w:pStyle w:val="ConsPlusNormal"/>
        <w:ind w:firstLine="0"/>
        <w:jc w:val="right"/>
        <w:outlineLvl w:val="2"/>
      </w:pPr>
      <w:r>
        <w:t>в сводном реестре</w:t>
      </w:r>
    </w:p>
    <w:p w:rsidR="006A3807" w:rsidRDefault="006A3807" w:rsidP="00CC2CE5">
      <w:pPr>
        <w:pStyle w:val="ConsPlusNormal"/>
        <w:ind w:firstLine="0"/>
        <w:jc w:val="right"/>
        <w:outlineLvl w:val="2"/>
      </w:pPr>
      <w:r>
        <w:t>добровольных пожарных</w:t>
      </w:r>
    </w:p>
    <w:p w:rsidR="006A3807" w:rsidRDefault="006A3807" w:rsidP="00CC2CE5">
      <w:pPr>
        <w:pStyle w:val="ConsPlusNormal"/>
        <w:ind w:firstLine="0"/>
        <w:jc w:val="right"/>
        <w:outlineLvl w:val="2"/>
      </w:pPr>
    </w:p>
    <w:p w:rsidR="006A3807" w:rsidRDefault="006A3807" w:rsidP="00CC2CE5">
      <w:pPr>
        <w:pStyle w:val="ConsPlusNormal"/>
        <w:ind w:firstLine="0"/>
        <w:jc w:val="right"/>
        <w:outlineLvl w:val="2"/>
      </w:pPr>
      <w:r>
        <w:t>(образец)</w:t>
      </w:r>
    </w:p>
    <w:p w:rsidR="006A3807" w:rsidRDefault="006A3807" w:rsidP="00CC2CE5">
      <w:pPr>
        <w:pStyle w:val="ConsPlusNormal"/>
        <w:ind w:firstLine="540"/>
        <w:jc w:val="both"/>
        <w:outlineLvl w:val="2"/>
      </w:pPr>
    </w:p>
    <w:p w:rsidR="006A3807" w:rsidRDefault="006A3807" w:rsidP="00CC2CE5">
      <w:pPr>
        <w:pStyle w:val="ConsPlusNonformat"/>
      </w:pPr>
      <w:r>
        <w:t xml:space="preserve">                                             Начальнику главного управления</w:t>
      </w:r>
    </w:p>
    <w:p w:rsidR="006A3807" w:rsidRDefault="006A3807" w:rsidP="00CC2CE5">
      <w:pPr>
        <w:pStyle w:val="ConsPlusNonformat"/>
      </w:pPr>
      <w:r>
        <w:t xml:space="preserve">                                                 МЧС России по субъекту</w:t>
      </w:r>
    </w:p>
    <w:p w:rsidR="006A3807" w:rsidRDefault="006A3807" w:rsidP="00CC2CE5">
      <w:pPr>
        <w:pStyle w:val="ConsPlusNonformat"/>
      </w:pPr>
      <w:r>
        <w:t xml:space="preserve">                                                  Российской Федерации</w:t>
      </w:r>
    </w:p>
    <w:p w:rsidR="006A3807" w:rsidRDefault="006A3807" w:rsidP="00CC2CE5">
      <w:pPr>
        <w:pStyle w:val="ConsPlusNonformat"/>
      </w:pPr>
    </w:p>
    <w:p w:rsidR="006A3807" w:rsidRDefault="006A3807" w:rsidP="00CC2CE5">
      <w:pPr>
        <w:pStyle w:val="ConsPlusNonformat"/>
      </w:pPr>
      <w:r>
        <w:t xml:space="preserve">                                 Заявление</w:t>
      </w:r>
    </w:p>
    <w:p w:rsidR="006A3807" w:rsidRDefault="006A3807" w:rsidP="00CC2CE5">
      <w:pPr>
        <w:pStyle w:val="ConsPlusNonformat"/>
      </w:pPr>
      <w:r>
        <w:t xml:space="preserve">                о согласии на обработку персональных данных</w:t>
      </w:r>
    </w:p>
    <w:p w:rsidR="006A3807" w:rsidRDefault="006A3807" w:rsidP="00CC2CE5">
      <w:pPr>
        <w:pStyle w:val="ConsPlusNonformat"/>
      </w:pPr>
    </w:p>
    <w:p w:rsidR="006A3807" w:rsidRDefault="006A3807" w:rsidP="00CC2CE5">
      <w:pPr>
        <w:pStyle w:val="ConsPlusNonformat"/>
      </w:pPr>
      <w:r>
        <w:t xml:space="preserve">    В  целях  ведения  сводного реестра добровольных пожарных и привлечения</w:t>
      </w:r>
    </w:p>
    <w:p w:rsidR="006A3807" w:rsidRDefault="006A3807" w:rsidP="00CC2CE5">
      <w:pPr>
        <w:pStyle w:val="ConsPlusNonformat"/>
      </w:pPr>
      <w:r>
        <w:t>меня  к  участию  в  предупреждении  и  (или)  тушении пожаров и проведении</w:t>
      </w:r>
    </w:p>
    <w:p w:rsidR="006A3807" w:rsidRDefault="006A3807" w:rsidP="00CC2CE5">
      <w:pPr>
        <w:pStyle w:val="ConsPlusNonformat"/>
      </w:pPr>
      <w:r>
        <w:t>аварийно-спасательных работ</w:t>
      </w:r>
    </w:p>
    <w:p w:rsidR="006A3807" w:rsidRDefault="006A3807" w:rsidP="00CC2CE5">
      <w:pPr>
        <w:pStyle w:val="ConsPlusNonformat"/>
      </w:pPr>
      <w:r>
        <w:t xml:space="preserve">    Я _____________________________________________________________________</w:t>
      </w:r>
    </w:p>
    <w:p w:rsidR="006A3807" w:rsidRDefault="006A3807" w:rsidP="00CC2CE5">
      <w:pPr>
        <w:pStyle w:val="ConsPlusNonformat"/>
      </w:pPr>
      <w:r>
        <w:t xml:space="preserve">                               (Ф.И.О. гражданина)</w:t>
      </w:r>
    </w:p>
    <w:p w:rsidR="006A3807" w:rsidRDefault="006A3807" w:rsidP="00CC2CE5">
      <w:pPr>
        <w:pStyle w:val="ConsPlusNonformat"/>
      </w:pPr>
      <w:r>
        <w:t>предоставляю   МЧС   России,   территориальным   органам   МЧС   России   и</w:t>
      </w:r>
    </w:p>
    <w:p w:rsidR="006A3807" w:rsidRDefault="006A3807" w:rsidP="00CC2CE5">
      <w:pPr>
        <w:pStyle w:val="ConsPlusNonformat"/>
      </w:pPr>
      <w:r>
        <w:t>организациям  МЧС  России  бессрочное  право на обработку моих персональных</w:t>
      </w:r>
    </w:p>
    <w:p w:rsidR="006A3807" w:rsidRDefault="006A3807" w:rsidP="00CC2CE5">
      <w:pPr>
        <w:pStyle w:val="ConsPlusNonformat"/>
      </w:pPr>
      <w:r>
        <w:t>данных,   содержащихся   в   заявлении  о  регистрации  в  сводном  реестре</w:t>
      </w:r>
    </w:p>
    <w:p w:rsidR="006A3807" w:rsidRDefault="006A3807" w:rsidP="00CC2CE5">
      <w:pPr>
        <w:pStyle w:val="ConsPlusNonformat"/>
      </w:pPr>
      <w:r>
        <w:t>добровольных   пожарных,   включая  их  сбор,  систематизацию,  накопление,</w:t>
      </w:r>
    </w:p>
    <w:p w:rsidR="006A3807" w:rsidRDefault="006A3807" w:rsidP="00CC2CE5">
      <w:pPr>
        <w:pStyle w:val="ConsPlusNonformat"/>
      </w:pPr>
      <w:r>
        <w:t>хранение  на  бумажном  и  электронном  носителях,  уточнение  (обновление,</w:t>
      </w:r>
    </w:p>
    <w:p w:rsidR="006A3807" w:rsidRDefault="006A3807" w:rsidP="00CC2CE5">
      <w:pPr>
        <w:pStyle w:val="ConsPlusNonformat"/>
      </w:pPr>
      <w:r>
        <w:t>изменение), использование, передачу по запросу правоохранительных органов и</w:t>
      </w:r>
    </w:p>
    <w:p w:rsidR="006A3807" w:rsidRDefault="006A3807" w:rsidP="00CC2CE5">
      <w:pPr>
        <w:pStyle w:val="ConsPlusNonformat"/>
      </w:pPr>
      <w:r>
        <w:t>иных органов государственной власти и органов местного самоуправления.</w:t>
      </w:r>
    </w:p>
    <w:p w:rsidR="006A3807" w:rsidRDefault="006A3807" w:rsidP="00CC2CE5">
      <w:pPr>
        <w:pStyle w:val="ConsPlusNonformat"/>
      </w:pPr>
      <w:r>
        <w:t xml:space="preserve">    Наименование    основного    документа,    удостоверяющего     личность</w:t>
      </w:r>
    </w:p>
    <w:p w:rsidR="006A3807" w:rsidRDefault="006A3807" w:rsidP="00CC2CE5">
      <w:pPr>
        <w:pStyle w:val="ConsPlusNonformat"/>
      </w:pPr>
      <w:r>
        <w:t>гражданина Российской Федерации ______________________________,</w:t>
      </w:r>
    </w:p>
    <w:p w:rsidR="006A3807" w:rsidRDefault="006A3807" w:rsidP="00CC2CE5">
      <w:pPr>
        <w:pStyle w:val="ConsPlusNonformat"/>
      </w:pPr>
      <w:r>
        <w:t>серия ______, номер ______________, дата выдачи ____________ 20__ г.,</w:t>
      </w:r>
    </w:p>
    <w:p w:rsidR="006A3807" w:rsidRDefault="006A3807" w:rsidP="00CC2CE5">
      <w:pPr>
        <w:pStyle w:val="ConsPlusNonformat"/>
      </w:pPr>
      <w:r>
        <w:t>наименование органа, выдавшего документ ________________________________</w:t>
      </w:r>
    </w:p>
    <w:p w:rsidR="006A3807" w:rsidRDefault="006A3807" w:rsidP="00CC2CE5">
      <w:pPr>
        <w:pStyle w:val="ConsPlusNonformat"/>
      </w:pPr>
    </w:p>
    <w:p w:rsidR="006A3807" w:rsidRDefault="006A3807" w:rsidP="00CC2CE5">
      <w:pPr>
        <w:pStyle w:val="ConsPlusNonformat"/>
      </w:pPr>
      <w:r>
        <w:t>____________________________   ____________________________________________</w:t>
      </w:r>
    </w:p>
    <w:p w:rsidR="006A3807" w:rsidRDefault="006A3807" w:rsidP="00CC2CE5">
      <w:pPr>
        <w:pStyle w:val="ConsPlusNonformat"/>
      </w:pPr>
      <w:r>
        <w:t xml:space="preserve">    (подпись гражданина)                   (фамилия и инициалы)</w:t>
      </w:r>
    </w:p>
    <w:p w:rsidR="006A3807" w:rsidRDefault="006A3807" w:rsidP="00CC2CE5">
      <w:pPr>
        <w:pStyle w:val="ConsPlusNonformat"/>
      </w:pPr>
    </w:p>
    <w:p w:rsidR="006A3807" w:rsidRDefault="006A3807" w:rsidP="00CC2CE5">
      <w:pPr>
        <w:pStyle w:val="ConsPlusNonformat"/>
      </w:pPr>
      <w:r>
        <w:t>"__" ________________ 20__ г.</w:t>
      </w:r>
    </w:p>
    <w:p w:rsidR="006A3807" w:rsidRDefault="006A3807" w:rsidP="00CC2CE5">
      <w:pPr>
        <w:pStyle w:val="ConsPlusNormal"/>
        <w:ind w:firstLine="540"/>
        <w:jc w:val="both"/>
        <w:outlineLvl w:val="2"/>
      </w:pPr>
    </w:p>
    <w:p w:rsidR="006A3807" w:rsidRDefault="006A3807" w:rsidP="00CC2CE5">
      <w:pPr>
        <w:pStyle w:val="ConsPlusNormal"/>
        <w:ind w:firstLine="540"/>
        <w:jc w:val="both"/>
        <w:outlineLvl w:val="2"/>
      </w:pPr>
    </w:p>
    <w:p w:rsidR="006A3807" w:rsidRDefault="006A3807">
      <w:bookmarkStart w:id="0" w:name="_GoBack"/>
      <w:bookmarkEnd w:id="0"/>
    </w:p>
    <w:sectPr w:rsidR="006A3807" w:rsidSect="003051D3">
      <w:pgSz w:w="11906" w:h="16838" w:code="9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2609"/>
    <w:rsid w:val="001E425C"/>
    <w:rsid w:val="003051D3"/>
    <w:rsid w:val="0048257C"/>
    <w:rsid w:val="005C2692"/>
    <w:rsid w:val="006A3807"/>
    <w:rsid w:val="007A2609"/>
    <w:rsid w:val="008F478A"/>
    <w:rsid w:val="00966CDD"/>
    <w:rsid w:val="00CC2CE5"/>
    <w:rsid w:val="00EF59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91F"/>
    <w:pPr>
      <w:spacing w:after="200" w:line="276" w:lineRule="auto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C2CE5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  <w:lang w:eastAsia="en-US"/>
    </w:rPr>
  </w:style>
  <w:style w:type="paragraph" w:customStyle="1" w:styleId="ConsPlusNonformat">
    <w:name w:val="ConsPlusNonformat"/>
    <w:uiPriority w:val="99"/>
    <w:rsid w:val="00CC2CE5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CC2CE5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2747;fld=134" TargetMode="External"/><Relationship Id="rId13" Type="http://schemas.openxmlformats.org/officeDocument/2006/relationships/hyperlink" Target="consultantplus://offline/main?base=LAW;n=120455;fld=134;dst=100055" TargetMode="External"/><Relationship Id="rId18" Type="http://schemas.openxmlformats.org/officeDocument/2006/relationships/hyperlink" Target="consultantplus://offline/main?base=LAW;n=120455;fld=134;dst=100061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main?base=LAW;n=117587;fld=134" TargetMode="External"/><Relationship Id="rId12" Type="http://schemas.openxmlformats.org/officeDocument/2006/relationships/hyperlink" Target="consultantplus://offline/main?base=LAW;n=120455;fld=134;dst=100061" TargetMode="External"/><Relationship Id="rId17" Type="http://schemas.openxmlformats.org/officeDocument/2006/relationships/hyperlink" Target="consultantplus://offline/main?base=LAW;n=120455;fld=134;dst=100055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main?base=LAW;n=120455;fld=134;dst=100061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13763;fld=134" TargetMode="External"/><Relationship Id="rId11" Type="http://schemas.openxmlformats.org/officeDocument/2006/relationships/hyperlink" Target="consultantplus://offline/main?base=LAW;n=120455;fld=134;dst=100055" TargetMode="External"/><Relationship Id="rId5" Type="http://schemas.openxmlformats.org/officeDocument/2006/relationships/hyperlink" Target="consultantplus://offline/main?base=LAW;n=120455;fld=134;dst=100011" TargetMode="External"/><Relationship Id="rId15" Type="http://schemas.openxmlformats.org/officeDocument/2006/relationships/hyperlink" Target="consultantplus://offline/main?base=LAW;n=120455;fld=134;dst=100055" TargetMode="External"/><Relationship Id="rId10" Type="http://schemas.openxmlformats.org/officeDocument/2006/relationships/hyperlink" Target="consultantplus://offline/main?base=LAW;n=120455;fld=134;dst=100094" TargetMode="External"/><Relationship Id="rId19" Type="http://schemas.openxmlformats.org/officeDocument/2006/relationships/hyperlink" Target="consultantplus://offline/main?base=LAW;n=120455;fld=134;dst=100075" TargetMode="External"/><Relationship Id="rId4" Type="http://schemas.openxmlformats.org/officeDocument/2006/relationships/hyperlink" Target="consultantplus://offline/main?base=LAW;n=113763;fld=134;dst=100082" TargetMode="External"/><Relationship Id="rId9" Type="http://schemas.openxmlformats.org/officeDocument/2006/relationships/hyperlink" Target="consultantplus://offline/main?base=LAW;n=120455;fld=134;dst=100087" TargetMode="External"/><Relationship Id="rId14" Type="http://schemas.openxmlformats.org/officeDocument/2006/relationships/hyperlink" Target="consultantplus://offline/main?base=LAW;n=120455;fld=134;dst=10006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7</Pages>
  <Words>3569</Words>
  <Characters>20348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Koshmar</dc:creator>
  <cp:keywords/>
  <dc:description/>
  <cp:lastModifiedBy>~SoldatovEV</cp:lastModifiedBy>
  <cp:revision>5</cp:revision>
  <dcterms:created xsi:type="dcterms:W3CDTF">2011-10-21T06:55:00Z</dcterms:created>
  <dcterms:modified xsi:type="dcterms:W3CDTF">2011-10-21T07:20:00Z</dcterms:modified>
</cp:coreProperties>
</file>